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BAD" w:rsidRPr="00D70277" w:rsidRDefault="00103BAD" w:rsidP="00D70277">
      <w:pPr>
        <w:pStyle w:val="1"/>
        <w:rPr>
          <w:rtl/>
        </w:rPr>
      </w:pPr>
      <w:r w:rsidRPr="00D70277">
        <w:rPr>
          <w:rFonts w:hint="cs"/>
          <w:rtl/>
        </w:rPr>
        <w:t>בקשה לב</w:t>
      </w:r>
      <w:r w:rsidR="004B5C6F">
        <w:rPr>
          <w:rFonts w:hint="cs"/>
          <w:rtl/>
        </w:rPr>
        <w:t>י</w:t>
      </w:r>
      <w:r w:rsidRPr="00D70277">
        <w:rPr>
          <w:rFonts w:hint="cs"/>
          <w:rtl/>
        </w:rPr>
        <w:t>ט</w:t>
      </w:r>
      <w:r w:rsidR="004B5C6F">
        <w:rPr>
          <w:rFonts w:hint="cs"/>
          <w:rtl/>
        </w:rPr>
        <w:t>ו</w:t>
      </w:r>
      <w:r w:rsidRPr="00D70277">
        <w:rPr>
          <w:rFonts w:hint="cs"/>
          <w:rtl/>
        </w:rPr>
        <w:t>ל חכירות והעברת הבעלות בדירות לחוכרים</w:t>
      </w:r>
      <w:r w:rsidR="004B5C6F">
        <w:rPr>
          <w:rFonts w:hint="cs"/>
          <w:rtl/>
        </w:rPr>
        <w:t>/ייחוד דירות בין בעלים</w:t>
      </w:r>
    </w:p>
    <w:p w:rsidR="00103BAD" w:rsidRPr="008F0B90" w:rsidRDefault="00103BAD" w:rsidP="00103BAD">
      <w:pPr>
        <w:pStyle w:val="a3"/>
        <w:jc w:val="center"/>
        <w:rPr>
          <w:rFonts w:cs="David"/>
          <w:sz w:val="18"/>
          <w:szCs w:val="18"/>
          <w:rtl/>
        </w:rPr>
      </w:pPr>
      <w:r w:rsidRPr="008F0B90">
        <w:rPr>
          <w:rFonts w:cs="David" w:hint="cs"/>
          <w:sz w:val="18"/>
          <w:szCs w:val="18"/>
          <w:rtl/>
        </w:rPr>
        <w:t>על פי סעיף 143 (ג) לחוק המקרקעין ,תשכ"ט 1969</w:t>
      </w:r>
    </w:p>
    <w:p w:rsidR="00103BAD" w:rsidRPr="008F0B90" w:rsidRDefault="00A952C2" w:rsidP="004B5C6F">
      <w:pPr>
        <w:pStyle w:val="a3"/>
        <w:jc w:val="center"/>
        <w:rPr>
          <w:rFonts w:cs="David"/>
          <w:sz w:val="18"/>
          <w:szCs w:val="18"/>
          <w:rtl/>
        </w:rPr>
      </w:pPr>
      <w:r w:rsidRPr="008F0B90">
        <w:rPr>
          <w:rFonts w:cs="David" w:hint="cs"/>
          <w:sz w:val="18"/>
          <w:szCs w:val="18"/>
          <w:rtl/>
        </w:rPr>
        <w:t>ולפי תקנ</w:t>
      </w:r>
      <w:r w:rsidR="004B5C6F">
        <w:rPr>
          <w:rFonts w:cs="David" w:hint="cs"/>
          <w:sz w:val="18"/>
          <w:szCs w:val="18"/>
          <w:rtl/>
        </w:rPr>
        <w:t>ות</w:t>
      </w:r>
      <w:r w:rsidRPr="008F0B90">
        <w:rPr>
          <w:rFonts w:cs="David" w:hint="cs"/>
          <w:sz w:val="18"/>
          <w:szCs w:val="18"/>
          <w:rtl/>
        </w:rPr>
        <w:t xml:space="preserve"> </w:t>
      </w:r>
      <w:r w:rsidR="004B5C6F">
        <w:rPr>
          <w:rFonts w:cs="David" w:hint="cs"/>
          <w:sz w:val="18"/>
          <w:szCs w:val="18"/>
          <w:rtl/>
        </w:rPr>
        <w:t>62-63</w:t>
      </w:r>
      <w:r w:rsidRPr="008F0B90">
        <w:rPr>
          <w:rFonts w:cs="David" w:hint="cs"/>
          <w:sz w:val="18"/>
          <w:szCs w:val="18"/>
          <w:rtl/>
        </w:rPr>
        <w:t xml:space="preserve"> לתקנות המקרקעין (ניהול ורישום) תשע"ב 2011</w:t>
      </w:r>
      <w:r w:rsidR="008F0B90">
        <w:rPr>
          <w:rFonts w:cs="David"/>
          <w:b/>
          <w:bCs/>
          <w:sz w:val="26"/>
          <w:szCs w:val="26"/>
          <w:rtl/>
        </w:rPr>
        <w:br/>
      </w:r>
    </w:p>
    <w:p w:rsidR="009475AB" w:rsidRDefault="009475AB" w:rsidP="009475AB">
      <w:pPr>
        <w:pStyle w:val="a3"/>
        <w:spacing w:line="360" w:lineRule="auto"/>
        <w:rPr>
          <w:rFonts w:cs="David"/>
          <w:sz w:val="26"/>
          <w:szCs w:val="26"/>
          <w:rtl/>
        </w:rPr>
      </w:pPr>
    </w:p>
    <w:tbl>
      <w:tblPr>
        <w:tblpPr w:leftFromText="180" w:rightFromText="180" w:vertAnchor="text" w:horzAnchor="margin" w:tblpXSpec="center" w:tblpY="-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aption w:val="פרטי הבעלים"/>
      </w:tblPr>
      <w:tblGrid>
        <w:gridCol w:w="3682"/>
        <w:gridCol w:w="2977"/>
        <w:gridCol w:w="1843"/>
      </w:tblGrid>
      <w:tr w:rsidR="009475AB" w:rsidRPr="00DA6559" w:rsidTr="00D70277">
        <w:tc>
          <w:tcPr>
            <w:tcW w:w="3682" w:type="dxa"/>
            <w:tcBorders>
              <w:left w:val="single" w:sz="4" w:space="0" w:color="auto"/>
            </w:tcBorders>
            <w:shd w:val="clear" w:color="auto" w:fill="D9D9D9"/>
          </w:tcPr>
          <w:p w:rsidR="009475AB" w:rsidRPr="008F0B90" w:rsidRDefault="009475AB" w:rsidP="008F0B90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8F0B9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הבעלים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D9D9D9"/>
          </w:tcPr>
          <w:p w:rsidR="009475AB" w:rsidRPr="008F0B90" w:rsidRDefault="009475AB" w:rsidP="008F0B90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 w:rsidRPr="008F0B9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ת.ז./ח.פ.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9D9D9"/>
          </w:tcPr>
          <w:p w:rsidR="009475AB" w:rsidRPr="008F0B90" w:rsidRDefault="009475AB" w:rsidP="008F0B90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 w:rsidRPr="008F0B9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החלק בבעלות</w:t>
            </w:r>
          </w:p>
        </w:tc>
      </w:tr>
      <w:tr w:rsidR="009475AB" w:rsidRPr="00DA6559" w:rsidTr="00D70277">
        <w:tc>
          <w:tcPr>
            <w:tcW w:w="3682" w:type="dxa"/>
            <w:tcBorders>
              <w:left w:val="single" w:sz="4" w:space="0" w:color="auto"/>
            </w:tcBorders>
          </w:tcPr>
          <w:p w:rsidR="009475AB" w:rsidRPr="00DA6559" w:rsidRDefault="009475AB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  <w:tr w:rsidR="009475AB" w:rsidRPr="00DA6559" w:rsidTr="00D70277">
        <w:tc>
          <w:tcPr>
            <w:tcW w:w="3682" w:type="dxa"/>
            <w:tcBorders>
              <w:left w:val="single" w:sz="4" w:space="0" w:color="auto"/>
            </w:tcBorders>
          </w:tcPr>
          <w:p w:rsidR="009475AB" w:rsidRPr="00DA6559" w:rsidRDefault="009475AB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  <w:tr w:rsidR="009475AB" w:rsidRPr="00DA6559" w:rsidTr="00D70277">
        <w:tc>
          <w:tcPr>
            <w:tcW w:w="3682" w:type="dxa"/>
            <w:tcBorders>
              <w:left w:val="single" w:sz="4" w:space="0" w:color="auto"/>
            </w:tcBorders>
          </w:tcPr>
          <w:p w:rsidR="009475AB" w:rsidRPr="00DA6559" w:rsidRDefault="009475AB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  <w:tr w:rsidR="009475AB" w:rsidRPr="00DA6559" w:rsidTr="00D70277">
        <w:tc>
          <w:tcPr>
            <w:tcW w:w="3682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</w:tbl>
    <w:p w:rsidR="009475AB" w:rsidRDefault="009475AB" w:rsidP="009475AB">
      <w:pPr>
        <w:pStyle w:val="a3"/>
        <w:spacing w:line="360" w:lineRule="auto"/>
        <w:jc w:val="both"/>
        <w:rPr>
          <w:rFonts w:cs="David"/>
          <w:sz w:val="26"/>
          <w:szCs w:val="26"/>
          <w:rtl/>
        </w:rPr>
      </w:pPr>
    </w:p>
    <w:tbl>
      <w:tblPr>
        <w:tblpPr w:leftFromText="180" w:rightFromText="180" w:vertAnchor="text" w:horzAnchor="margin" w:tblpXSpec="center" w:tblpY="-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aption w:val="פרטי החוכרים"/>
      </w:tblPr>
      <w:tblGrid>
        <w:gridCol w:w="3904"/>
        <w:gridCol w:w="1545"/>
        <w:gridCol w:w="1543"/>
        <w:gridCol w:w="1530"/>
      </w:tblGrid>
      <w:tr w:rsidR="009475AB" w:rsidRPr="00DA6559" w:rsidTr="009475AB">
        <w:tc>
          <w:tcPr>
            <w:tcW w:w="3904" w:type="dxa"/>
            <w:tcBorders>
              <w:left w:val="single" w:sz="4" w:space="0" w:color="auto"/>
            </w:tcBorders>
            <w:shd w:val="clear" w:color="auto" w:fill="D9D9D9"/>
          </w:tcPr>
          <w:p w:rsidR="009475AB" w:rsidRPr="008F0B90" w:rsidRDefault="009475AB" w:rsidP="008F0B90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8F0B9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החוכרים</w:t>
            </w:r>
          </w:p>
        </w:tc>
        <w:tc>
          <w:tcPr>
            <w:tcW w:w="1545" w:type="dxa"/>
            <w:tcBorders>
              <w:left w:val="single" w:sz="4" w:space="0" w:color="auto"/>
            </w:tcBorders>
            <w:shd w:val="clear" w:color="auto" w:fill="D9D9D9"/>
          </w:tcPr>
          <w:p w:rsidR="009475AB" w:rsidRPr="008F0B90" w:rsidRDefault="009475AB" w:rsidP="008F0B90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 w:rsidRPr="008F0B9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ת.ז./ח.פ.</w:t>
            </w:r>
          </w:p>
        </w:tc>
        <w:tc>
          <w:tcPr>
            <w:tcW w:w="1543" w:type="dxa"/>
            <w:tcBorders>
              <w:left w:val="single" w:sz="4" w:space="0" w:color="auto"/>
            </w:tcBorders>
            <w:shd w:val="clear" w:color="auto" w:fill="D9D9D9"/>
          </w:tcPr>
          <w:p w:rsidR="009475AB" w:rsidRPr="008F0B90" w:rsidRDefault="009475AB" w:rsidP="008F0B90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 w:rsidRPr="008F0B9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החלק בחכירה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D9D9D9"/>
          </w:tcPr>
          <w:p w:rsidR="009475AB" w:rsidRPr="008F0B90" w:rsidRDefault="009475AB" w:rsidP="008F0B90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 w:rsidRPr="008F0B90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שטר מקורי</w:t>
            </w:r>
          </w:p>
        </w:tc>
      </w:tr>
      <w:tr w:rsidR="009475AB" w:rsidRPr="00DA6559" w:rsidTr="009475AB">
        <w:tc>
          <w:tcPr>
            <w:tcW w:w="3904" w:type="dxa"/>
            <w:tcBorders>
              <w:left w:val="single" w:sz="4" w:space="0" w:color="auto"/>
            </w:tcBorders>
          </w:tcPr>
          <w:p w:rsidR="009475AB" w:rsidRPr="00DA6559" w:rsidRDefault="009475AB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  <w:tr w:rsidR="009475AB" w:rsidRPr="00DA6559" w:rsidTr="009475AB">
        <w:tc>
          <w:tcPr>
            <w:tcW w:w="3904" w:type="dxa"/>
            <w:tcBorders>
              <w:left w:val="single" w:sz="4" w:space="0" w:color="auto"/>
            </w:tcBorders>
          </w:tcPr>
          <w:p w:rsidR="009475AB" w:rsidRPr="00DA6559" w:rsidRDefault="009475AB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  <w:tr w:rsidR="009475AB" w:rsidRPr="00DA6559" w:rsidTr="009475AB">
        <w:tc>
          <w:tcPr>
            <w:tcW w:w="3904" w:type="dxa"/>
            <w:tcBorders>
              <w:left w:val="single" w:sz="4" w:space="0" w:color="auto"/>
            </w:tcBorders>
          </w:tcPr>
          <w:p w:rsidR="009475AB" w:rsidRPr="00DA6559" w:rsidRDefault="009475AB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  <w:tr w:rsidR="009475AB" w:rsidRPr="00DA6559" w:rsidTr="009475AB">
        <w:tc>
          <w:tcPr>
            <w:tcW w:w="3904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9475AB" w:rsidRPr="00DA6559" w:rsidRDefault="008F0B90" w:rsidP="00861E00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</w:tr>
    </w:tbl>
    <w:p w:rsidR="004B5C6F" w:rsidRDefault="004B5C6F" w:rsidP="00056795">
      <w:pPr>
        <w:pStyle w:val="a3"/>
        <w:spacing w:line="360" w:lineRule="auto"/>
        <w:jc w:val="both"/>
        <w:rPr>
          <w:rFonts w:cs="David"/>
          <w:sz w:val="24"/>
          <w:szCs w:val="24"/>
          <w:rtl/>
        </w:rPr>
      </w:pPr>
    </w:p>
    <w:p w:rsidR="008F0B90" w:rsidRPr="00056795" w:rsidRDefault="00103BAD" w:rsidP="00056795">
      <w:pPr>
        <w:pStyle w:val="a3"/>
        <w:spacing w:line="360" w:lineRule="auto"/>
        <w:jc w:val="both"/>
        <w:rPr>
          <w:rFonts w:cs="David"/>
          <w:sz w:val="24"/>
          <w:szCs w:val="24"/>
          <w:rtl/>
        </w:rPr>
      </w:pPr>
      <w:r w:rsidRPr="00056795">
        <w:rPr>
          <w:rFonts w:cs="David" w:hint="cs"/>
          <w:sz w:val="24"/>
          <w:szCs w:val="24"/>
          <w:rtl/>
        </w:rPr>
        <w:t xml:space="preserve">בעלי המקרקעין והחוכרים המשותפים של המקרקעין, </w:t>
      </w:r>
    </w:p>
    <w:p w:rsidR="00103BAD" w:rsidRPr="00056795" w:rsidRDefault="00103BAD" w:rsidP="004B5C6F">
      <w:pPr>
        <w:pStyle w:val="a3"/>
        <w:spacing w:line="360" w:lineRule="auto"/>
        <w:jc w:val="both"/>
        <w:rPr>
          <w:rFonts w:cs="David"/>
          <w:sz w:val="24"/>
          <w:szCs w:val="24"/>
          <w:rtl/>
        </w:rPr>
      </w:pPr>
      <w:r w:rsidRPr="00056795">
        <w:rPr>
          <w:rFonts w:cs="David" w:hint="cs"/>
          <w:sz w:val="24"/>
          <w:szCs w:val="24"/>
          <w:rtl/>
        </w:rPr>
        <w:t>הידועים כחלקה ____</w: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lang w:eastAsia="he-IL"/>
        </w:rPr>
        <w:instrText>FORMTEXT</w:instrTex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separate"/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end"/>
      </w:r>
      <w:r w:rsidRPr="00056795">
        <w:rPr>
          <w:rFonts w:cs="David" w:hint="cs"/>
          <w:sz w:val="24"/>
          <w:szCs w:val="24"/>
          <w:rtl/>
        </w:rPr>
        <w:t>___בגוש ____</w: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lang w:eastAsia="he-IL"/>
        </w:rPr>
        <w:instrText>FORMTEXT</w:instrTex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separate"/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end"/>
      </w:r>
      <w:r w:rsidRPr="00056795">
        <w:rPr>
          <w:rFonts w:cs="David" w:hint="cs"/>
          <w:sz w:val="24"/>
          <w:szCs w:val="24"/>
          <w:rtl/>
        </w:rPr>
        <w:t>___ , בשטח של ___</w: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lang w:eastAsia="he-IL"/>
        </w:rPr>
        <w:instrText>FORMTEXT</w:instrTex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separate"/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="008F0B90"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end"/>
      </w:r>
      <w:r w:rsidR="008F0B90" w:rsidRPr="00056795">
        <w:rPr>
          <w:rFonts w:cs="David" w:hint="cs"/>
          <w:sz w:val="24"/>
          <w:szCs w:val="24"/>
          <w:rtl/>
        </w:rPr>
        <w:t xml:space="preserve">___ מ"ר, </w:t>
      </w:r>
      <w:r w:rsidRPr="00056795">
        <w:rPr>
          <w:rFonts w:cs="David" w:hint="cs"/>
          <w:sz w:val="24"/>
          <w:szCs w:val="24"/>
          <w:rtl/>
        </w:rPr>
        <w:t>מבקשים בזאת, בהתאם לסעיף 143 (ג) לחוק המקר</w:t>
      </w:r>
      <w:r w:rsidR="009475AB" w:rsidRPr="00056795">
        <w:rPr>
          <w:rFonts w:cs="David" w:hint="cs"/>
          <w:sz w:val="24"/>
          <w:szCs w:val="24"/>
          <w:rtl/>
        </w:rPr>
        <w:t xml:space="preserve">קעין, תשכ"ט-1969, ובהתאם לתקנה 63 </w:t>
      </w:r>
      <w:r w:rsidRPr="00056795">
        <w:rPr>
          <w:rFonts w:cs="David" w:hint="cs"/>
          <w:sz w:val="24"/>
          <w:szCs w:val="24"/>
          <w:rtl/>
        </w:rPr>
        <w:t>לתקנות המקרקעין (ניהול ורישום) התשע"ב 2011</w:t>
      </w:r>
      <w:r w:rsidR="004B5C6F">
        <w:rPr>
          <w:rFonts w:cs="David" w:hint="cs"/>
          <w:sz w:val="24"/>
          <w:szCs w:val="24"/>
          <w:rtl/>
        </w:rPr>
        <w:t xml:space="preserve">, </w:t>
      </w:r>
      <w:r w:rsidRPr="00056795">
        <w:rPr>
          <w:rFonts w:cs="David" w:hint="cs"/>
          <w:sz w:val="24"/>
          <w:szCs w:val="24"/>
          <w:rtl/>
        </w:rPr>
        <w:t xml:space="preserve">לבטל עקב הרישום בפנקס הבתים המשותפים, את החכירות המפורטות להלן ולהעביר , יחד עם רישום הבית המשותף </w:t>
      </w:r>
      <w:r w:rsidR="009475AB" w:rsidRPr="00056795">
        <w:rPr>
          <w:rFonts w:cs="David" w:hint="cs"/>
          <w:sz w:val="24"/>
          <w:szCs w:val="24"/>
          <w:rtl/>
        </w:rPr>
        <w:t xml:space="preserve">בפנקס הבתים המשותפים, את הבעלות </w:t>
      </w:r>
      <w:r w:rsidRPr="00056795">
        <w:rPr>
          <w:rFonts w:cs="David" w:hint="cs"/>
          <w:sz w:val="24"/>
          <w:szCs w:val="24"/>
          <w:rtl/>
        </w:rPr>
        <w:t>לחוכרים :</w:t>
      </w:r>
    </w:p>
    <w:p w:rsidR="004B5C6F" w:rsidRDefault="004B5C6F" w:rsidP="00056795">
      <w:pPr>
        <w:pStyle w:val="a3"/>
        <w:spacing w:line="360" w:lineRule="auto"/>
        <w:jc w:val="both"/>
        <w:rPr>
          <w:rFonts w:cs="David"/>
          <w:sz w:val="24"/>
          <w:szCs w:val="24"/>
          <w:rtl/>
        </w:rPr>
      </w:pPr>
    </w:p>
    <w:p w:rsidR="004B5C6F" w:rsidRDefault="00BD4B60" w:rsidP="004B5C6F">
      <w:pPr>
        <w:pStyle w:val="a3"/>
        <w:spacing w:line="360" w:lineRule="auto"/>
        <w:jc w:val="both"/>
        <w:rPr>
          <w:rFonts w:cs="David"/>
          <w:sz w:val="24"/>
          <w:szCs w:val="24"/>
          <w:rtl/>
        </w:rPr>
      </w:pPr>
      <w:r w:rsidRPr="00056795">
        <w:rPr>
          <w:rFonts w:cs="David" w:hint="cs"/>
          <w:sz w:val="24"/>
          <w:szCs w:val="24"/>
          <w:rtl/>
        </w:rPr>
        <w:t>כן מבקשים בזאת בהתאם לתקנה 62 לתקנות המקרקעין (ניהול ורישום), התשע"ב 2011, להעביר חלקים בלתי מסוימים משותף לשותף ולייחד את דירות הבית המשותף במעמד מתן צו רישום הבית כבית משותף כדלהלן:</w:t>
      </w:r>
    </w:p>
    <w:p w:rsidR="004B5C6F" w:rsidRDefault="004B5C6F" w:rsidP="00056795">
      <w:pPr>
        <w:pStyle w:val="a3"/>
        <w:spacing w:line="360" w:lineRule="auto"/>
        <w:jc w:val="both"/>
        <w:rPr>
          <w:rFonts w:cs="David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aption w:val="פרטי החוכרים"/>
      </w:tblPr>
      <w:tblGrid>
        <w:gridCol w:w="3904"/>
        <w:gridCol w:w="1545"/>
        <w:gridCol w:w="1543"/>
        <w:gridCol w:w="1530"/>
      </w:tblGrid>
      <w:tr w:rsidR="004B5C6F" w:rsidRPr="00DA6559" w:rsidTr="00AF348B">
        <w:tc>
          <w:tcPr>
            <w:tcW w:w="3904" w:type="dxa"/>
            <w:tcBorders>
              <w:left w:val="single" w:sz="4" w:space="0" w:color="auto"/>
            </w:tcBorders>
            <w:shd w:val="clear" w:color="auto" w:fill="D9D9D9"/>
          </w:tcPr>
          <w:p w:rsidR="004B5C6F" w:rsidRPr="008F0B90" w:rsidRDefault="004B5C6F" w:rsidP="00AF348B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lastRenderedPageBreak/>
              <w:t>תת חלקה/דירה</w:t>
            </w:r>
          </w:p>
        </w:tc>
        <w:tc>
          <w:tcPr>
            <w:tcW w:w="1545" w:type="dxa"/>
            <w:tcBorders>
              <w:left w:val="single" w:sz="4" w:space="0" w:color="auto"/>
            </w:tcBorders>
            <w:shd w:val="clear" w:color="auto" w:fill="D9D9D9"/>
          </w:tcPr>
          <w:p w:rsidR="004B5C6F" w:rsidRPr="008F0B90" w:rsidRDefault="004B5C6F" w:rsidP="00AF348B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שם הבעלים</w:t>
            </w:r>
          </w:p>
        </w:tc>
        <w:tc>
          <w:tcPr>
            <w:tcW w:w="1543" w:type="dxa"/>
            <w:tcBorders>
              <w:left w:val="single" w:sz="4" w:space="0" w:color="auto"/>
            </w:tcBorders>
            <w:shd w:val="clear" w:color="auto" w:fill="D9D9D9"/>
          </w:tcPr>
          <w:p w:rsidR="004B5C6F" w:rsidRPr="008F0B90" w:rsidRDefault="004B5C6F" w:rsidP="00AF348B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מס' זיהוי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D9D9D9"/>
          </w:tcPr>
          <w:p w:rsidR="004B5C6F" w:rsidRPr="008F0B90" w:rsidRDefault="004B5C6F" w:rsidP="00AF348B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rtl/>
                <w:lang w:eastAsia="he-IL"/>
              </w:rPr>
            </w:pPr>
            <w:r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החלק</w:t>
            </w:r>
          </w:p>
        </w:tc>
      </w:tr>
      <w:tr w:rsidR="004B5C6F" w:rsidRPr="00DA6559" w:rsidTr="00AF348B">
        <w:tc>
          <w:tcPr>
            <w:tcW w:w="3904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</w:tr>
      <w:tr w:rsidR="004B5C6F" w:rsidRPr="00DA6559" w:rsidTr="00AF348B">
        <w:tc>
          <w:tcPr>
            <w:tcW w:w="3904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</w:tr>
      <w:tr w:rsidR="004B5C6F" w:rsidRPr="00DA6559" w:rsidTr="00AF348B">
        <w:tc>
          <w:tcPr>
            <w:tcW w:w="3904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</w:tr>
      <w:tr w:rsidR="004B5C6F" w:rsidRPr="00DA6559" w:rsidTr="00AF348B">
        <w:tc>
          <w:tcPr>
            <w:tcW w:w="3904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</w:tr>
      <w:tr w:rsidR="004B5C6F" w:rsidRPr="00DA6559" w:rsidTr="00AF348B">
        <w:tc>
          <w:tcPr>
            <w:tcW w:w="3904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</w:tr>
      <w:tr w:rsidR="004B5C6F" w:rsidRPr="00DA6559" w:rsidTr="00AF348B">
        <w:tc>
          <w:tcPr>
            <w:tcW w:w="3904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</w:tr>
      <w:tr w:rsidR="004B5C6F" w:rsidRPr="00DA6559" w:rsidTr="00AF348B">
        <w:tc>
          <w:tcPr>
            <w:tcW w:w="3904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</w:tr>
      <w:tr w:rsidR="004B5C6F" w:rsidRPr="00DA6559" w:rsidTr="00AF348B">
        <w:tc>
          <w:tcPr>
            <w:tcW w:w="3904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B5C6F" w:rsidRPr="004B5C6F" w:rsidRDefault="004B5C6F" w:rsidP="00AF348B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pP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lang w:eastAsia="he-IL"/>
              </w:rPr>
              <w:instrText>FORMTEXT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instrText xml:space="preserve"> </w:instrTex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separate"/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 w:hint="cs"/>
                <w:color w:val="000000"/>
                <w:sz w:val="28"/>
                <w:szCs w:val="28"/>
                <w:rtl/>
                <w:lang w:eastAsia="he-IL"/>
              </w:rPr>
              <w:t> </w:t>
            </w:r>
            <w:r w:rsidRPr="004B5C6F">
              <w:rPr>
                <w:rFonts w:ascii="Arial" w:eastAsia="Times New Roman" w:hAnsi="Arial" w:cs="David"/>
                <w:color w:val="000000"/>
                <w:sz w:val="28"/>
                <w:szCs w:val="28"/>
                <w:rtl/>
                <w:lang w:eastAsia="he-IL"/>
              </w:rPr>
              <w:fldChar w:fldCharType="end"/>
            </w:r>
          </w:p>
        </w:tc>
      </w:tr>
    </w:tbl>
    <w:p w:rsidR="004B5C6F" w:rsidRDefault="004B5C6F" w:rsidP="00056795">
      <w:pPr>
        <w:pStyle w:val="a3"/>
        <w:spacing w:line="360" w:lineRule="auto"/>
        <w:jc w:val="both"/>
        <w:rPr>
          <w:rFonts w:cs="David"/>
          <w:sz w:val="24"/>
          <w:szCs w:val="24"/>
          <w:rtl/>
        </w:rPr>
      </w:pPr>
    </w:p>
    <w:p w:rsidR="004B5C6F" w:rsidRDefault="004B5C6F" w:rsidP="008F0B90">
      <w:pPr>
        <w:pStyle w:val="a3"/>
        <w:rPr>
          <w:rFonts w:cs="David"/>
          <w:sz w:val="26"/>
          <w:szCs w:val="26"/>
          <w:rtl/>
        </w:rPr>
      </w:pPr>
    </w:p>
    <w:p w:rsidR="004B5C6F" w:rsidRDefault="004B5C6F" w:rsidP="008F0B90">
      <w:pPr>
        <w:pStyle w:val="a3"/>
        <w:rPr>
          <w:rFonts w:cs="David"/>
          <w:sz w:val="26"/>
          <w:szCs w:val="26"/>
          <w:rtl/>
        </w:rPr>
      </w:pPr>
    </w:p>
    <w:p w:rsidR="009475AB" w:rsidRDefault="009475AB" w:rsidP="00BD4B60">
      <w:pPr>
        <w:pStyle w:val="a3"/>
        <w:ind w:left="360"/>
        <w:rPr>
          <w:rFonts w:cs="David"/>
          <w:sz w:val="26"/>
          <w:szCs w:val="26"/>
          <w:rtl/>
        </w:rPr>
      </w:pPr>
    </w:p>
    <w:tbl>
      <w:tblPr>
        <w:tblpPr w:leftFromText="180" w:rightFromText="180" w:vertAnchor="text" w:horzAnchor="margin" w:tblpXSpec="center" w:tblpY="1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aption w:val="פרטי המבקשים/מופי הכח+חתימות"/>
      </w:tblPr>
      <w:tblGrid>
        <w:gridCol w:w="3219"/>
        <w:gridCol w:w="1701"/>
      </w:tblGrid>
      <w:tr w:rsidR="00D70277" w:rsidRPr="00DA6559" w:rsidTr="00D70277">
        <w:tc>
          <w:tcPr>
            <w:tcW w:w="3219" w:type="dxa"/>
            <w:tcBorders>
              <w:left w:val="single" w:sz="4" w:space="0" w:color="auto"/>
            </w:tcBorders>
            <w:shd w:val="clear" w:color="auto" w:fill="D9D9D9"/>
          </w:tcPr>
          <w:p w:rsidR="00D70277" w:rsidRPr="004B5C6F" w:rsidRDefault="00D70277" w:rsidP="004B5C6F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4B5C6F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שם המבקש /מיופה הכח</w:t>
            </w:r>
          </w:p>
        </w:tc>
        <w:tc>
          <w:tcPr>
            <w:tcW w:w="1701" w:type="dxa"/>
            <w:shd w:val="clear" w:color="auto" w:fill="D9D9D9"/>
          </w:tcPr>
          <w:p w:rsidR="00D70277" w:rsidRPr="004B5C6F" w:rsidRDefault="00D70277" w:rsidP="004B5C6F">
            <w:pPr>
              <w:spacing w:before="80" w:after="0" w:line="240" w:lineRule="auto"/>
              <w:jc w:val="center"/>
              <w:rPr>
                <w:rFonts w:ascii="Arial" w:eastAsia="Times New Roman" w:hAnsi="Arial" w:cs="David"/>
                <w:b/>
                <w:bCs/>
                <w:color w:val="000000"/>
                <w:lang w:eastAsia="he-IL"/>
              </w:rPr>
            </w:pPr>
            <w:r w:rsidRPr="004B5C6F">
              <w:rPr>
                <w:rFonts w:ascii="Arial" w:eastAsia="Times New Roman" w:hAnsi="Arial" w:cs="David" w:hint="cs"/>
                <w:b/>
                <w:bCs/>
                <w:color w:val="000000"/>
                <w:rtl/>
                <w:lang w:eastAsia="he-IL"/>
              </w:rPr>
              <w:t>חתימה</w:t>
            </w:r>
          </w:p>
        </w:tc>
      </w:tr>
      <w:tr w:rsidR="00D70277" w:rsidRPr="00DA6559" w:rsidTr="00D70277">
        <w:tc>
          <w:tcPr>
            <w:tcW w:w="3219" w:type="dxa"/>
            <w:tcBorders>
              <w:left w:val="single" w:sz="4" w:space="0" w:color="auto"/>
            </w:tcBorders>
          </w:tcPr>
          <w:p w:rsidR="00D70277" w:rsidRPr="00DA6559" w:rsidRDefault="00D70277" w:rsidP="00D70277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701" w:type="dxa"/>
          </w:tcPr>
          <w:p w:rsidR="00D70277" w:rsidRPr="00DA6559" w:rsidRDefault="00D70277" w:rsidP="00D70277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</w:p>
        </w:tc>
      </w:tr>
      <w:tr w:rsidR="00D70277" w:rsidRPr="00DA6559" w:rsidTr="00D70277">
        <w:tc>
          <w:tcPr>
            <w:tcW w:w="3219" w:type="dxa"/>
            <w:tcBorders>
              <w:left w:val="single" w:sz="4" w:space="0" w:color="auto"/>
            </w:tcBorders>
          </w:tcPr>
          <w:p w:rsidR="00D70277" w:rsidRPr="00DA6559" w:rsidRDefault="00D70277" w:rsidP="00D70277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701" w:type="dxa"/>
          </w:tcPr>
          <w:p w:rsidR="00D70277" w:rsidRPr="00DA6559" w:rsidRDefault="00D70277" w:rsidP="00D70277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</w:p>
        </w:tc>
      </w:tr>
      <w:tr w:rsidR="00D70277" w:rsidRPr="00DA6559" w:rsidTr="00D70277">
        <w:tc>
          <w:tcPr>
            <w:tcW w:w="3219" w:type="dxa"/>
            <w:tcBorders>
              <w:left w:val="single" w:sz="4" w:space="0" w:color="auto"/>
            </w:tcBorders>
          </w:tcPr>
          <w:p w:rsidR="00D70277" w:rsidRPr="00DA6559" w:rsidRDefault="00D70277" w:rsidP="00D70277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</w:pP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lang w:eastAsia="he-IL"/>
              </w:rPr>
              <w:instrText>FORMTEXT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instrText xml:space="preserve"> </w:instrTex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separate"/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 w:hint="cs"/>
                <w:color w:val="000000"/>
                <w:sz w:val="20"/>
                <w:szCs w:val="20"/>
                <w:rtl/>
                <w:lang w:eastAsia="he-IL"/>
              </w:rPr>
              <w:t> </w:t>
            </w:r>
            <w:r w:rsidRPr="00DA6559">
              <w:rPr>
                <w:rFonts w:ascii="Arial" w:eastAsia="Times New Roman" w:hAnsi="Arial" w:cs="David"/>
                <w:color w:val="000000"/>
                <w:sz w:val="20"/>
                <w:szCs w:val="20"/>
                <w:rtl/>
                <w:lang w:eastAsia="he-IL"/>
              </w:rPr>
              <w:fldChar w:fldCharType="end"/>
            </w:r>
          </w:p>
        </w:tc>
        <w:tc>
          <w:tcPr>
            <w:tcW w:w="1701" w:type="dxa"/>
          </w:tcPr>
          <w:p w:rsidR="00D70277" w:rsidRPr="00DA6559" w:rsidRDefault="00D70277" w:rsidP="00D70277">
            <w:pPr>
              <w:spacing w:before="80" w:after="0" w:line="240" w:lineRule="auto"/>
              <w:rPr>
                <w:rFonts w:ascii="Arial" w:eastAsia="Times New Roman" w:hAnsi="Arial" w:cs="David"/>
                <w:color w:val="000000"/>
                <w:lang w:eastAsia="he-IL"/>
              </w:rPr>
            </w:pPr>
          </w:p>
        </w:tc>
      </w:tr>
    </w:tbl>
    <w:p w:rsidR="009475AB" w:rsidRPr="009475AB" w:rsidRDefault="009475AB" w:rsidP="00BD4B60">
      <w:pPr>
        <w:pStyle w:val="a3"/>
        <w:ind w:left="360"/>
        <w:rPr>
          <w:rFonts w:cs="David"/>
          <w:sz w:val="26"/>
          <w:szCs w:val="26"/>
          <w:rtl/>
        </w:rPr>
      </w:pPr>
    </w:p>
    <w:p w:rsidR="00BD4B60" w:rsidRPr="009475AB" w:rsidRDefault="00BD4B60" w:rsidP="00BD4B60">
      <w:pPr>
        <w:pStyle w:val="a3"/>
        <w:ind w:left="360"/>
        <w:rPr>
          <w:rFonts w:cs="David"/>
          <w:sz w:val="26"/>
          <w:szCs w:val="26"/>
          <w:rtl/>
        </w:rPr>
      </w:pPr>
    </w:p>
    <w:p w:rsidR="00BD4B60" w:rsidRPr="009475AB" w:rsidRDefault="00BD4B60" w:rsidP="00BD4B60">
      <w:pPr>
        <w:pStyle w:val="a3"/>
        <w:ind w:left="360"/>
        <w:rPr>
          <w:rFonts w:cs="David"/>
          <w:sz w:val="26"/>
          <w:szCs w:val="26"/>
          <w:rtl/>
        </w:rPr>
      </w:pPr>
    </w:p>
    <w:p w:rsidR="00BD4B60" w:rsidRPr="009475AB" w:rsidRDefault="00BD4B60" w:rsidP="00BD4B60">
      <w:pPr>
        <w:pStyle w:val="a3"/>
        <w:ind w:left="360"/>
        <w:jc w:val="both"/>
        <w:rPr>
          <w:rFonts w:cs="David"/>
          <w:sz w:val="26"/>
          <w:szCs w:val="26"/>
          <w:rtl/>
        </w:rPr>
      </w:pPr>
    </w:p>
    <w:p w:rsidR="00BD4B60" w:rsidRPr="009475AB" w:rsidRDefault="00BD4B60" w:rsidP="00BD4B60">
      <w:pPr>
        <w:pStyle w:val="a3"/>
        <w:rPr>
          <w:rFonts w:cs="David"/>
          <w:sz w:val="26"/>
          <w:szCs w:val="26"/>
          <w:rtl/>
        </w:rPr>
      </w:pPr>
    </w:p>
    <w:p w:rsidR="00BD4B60" w:rsidRPr="009475AB" w:rsidRDefault="00BD4B60" w:rsidP="008F0B90">
      <w:pPr>
        <w:pStyle w:val="a3"/>
        <w:jc w:val="center"/>
        <w:rPr>
          <w:rFonts w:cs="David"/>
          <w:sz w:val="26"/>
          <w:szCs w:val="26"/>
          <w:rtl/>
        </w:rPr>
      </w:pPr>
      <w:bookmarkStart w:id="0" w:name="_GoBack"/>
      <w:bookmarkEnd w:id="0"/>
    </w:p>
    <w:p w:rsidR="00056795" w:rsidRPr="00D70277" w:rsidRDefault="004B5C6F" w:rsidP="00D70277">
      <w:pPr>
        <w:pStyle w:val="2"/>
        <w:jc w:val="center"/>
        <w:rPr>
          <w:rFonts w:ascii="David" w:hAnsi="David" w:cs="David"/>
          <w:b/>
          <w:bCs/>
          <w:color w:val="auto"/>
          <w:sz w:val="24"/>
          <w:szCs w:val="24"/>
          <w:u w:val="single"/>
          <w:rtl/>
        </w:rPr>
      </w:pPr>
      <w:r>
        <w:rPr>
          <w:rFonts w:ascii="David" w:hAnsi="David" w:cs="David" w:hint="cs"/>
          <w:b/>
          <w:bCs/>
          <w:color w:val="auto"/>
          <w:sz w:val="24"/>
          <w:szCs w:val="24"/>
          <w:u w:val="single"/>
          <w:rtl/>
        </w:rPr>
        <w:t>א</w:t>
      </w:r>
      <w:r w:rsidR="00056795" w:rsidRPr="00D70277">
        <w:rPr>
          <w:rFonts w:ascii="David" w:hAnsi="David" w:cs="David"/>
          <w:b/>
          <w:bCs/>
          <w:color w:val="auto"/>
          <w:sz w:val="24"/>
          <w:szCs w:val="24"/>
          <w:u w:val="single"/>
          <w:rtl/>
        </w:rPr>
        <w:t>ימות חתימה:</w:t>
      </w:r>
    </w:p>
    <w:p w:rsidR="00056795" w:rsidRPr="00056795" w:rsidRDefault="00056795" w:rsidP="00056795">
      <w:pPr>
        <w:pStyle w:val="a3"/>
        <w:jc w:val="both"/>
        <w:rPr>
          <w:rFonts w:cs="David"/>
          <w:b/>
          <w:bCs/>
          <w:sz w:val="26"/>
          <w:szCs w:val="26"/>
          <w:u w:val="single"/>
        </w:rPr>
      </w:pPr>
    </w:p>
    <w:p w:rsidR="00056795" w:rsidRPr="00056795" w:rsidRDefault="00056795" w:rsidP="00056795">
      <w:pPr>
        <w:pStyle w:val="a3"/>
        <w:spacing w:line="360" w:lineRule="auto"/>
        <w:jc w:val="both"/>
        <w:rPr>
          <w:rFonts w:cs="David"/>
          <w:sz w:val="24"/>
          <w:szCs w:val="24"/>
        </w:rPr>
      </w:pPr>
      <w:r w:rsidRPr="00056795">
        <w:rPr>
          <w:rFonts w:cs="David"/>
          <w:sz w:val="24"/>
          <w:szCs w:val="24"/>
          <w:rtl/>
        </w:rPr>
        <w:t>אני _______________</w: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Pr="00056795">
        <w:rPr>
          <w:rFonts w:ascii="Arial" w:eastAsia="Times New Roman" w:hAnsi="Arial" w:cs="David"/>
          <w:color w:val="000000"/>
          <w:sz w:val="24"/>
          <w:szCs w:val="24"/>
          <w:lang w:eastAsia="he-IL"/>
        </w:rPr>
        <w:instrText>FORMTEXT</w:instrTex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separate"/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end"/>
      </w:r>
      <w:r w:rsidRPr="00056795">
        <w:rPr>
          <w:rFonts w:cs="David"/>
          <w:sz w:val="24"/>
          <w:szCs w:val="24"/>
          <w:rtl/>
        </w:rPr>
        <w:t>_____________עו"ד, מצהיר בזה שבקשה זו חתומה ע"י המבקש(ים) הנ"ל / ע"י בא כוח(ם) של המבקש(ים) הנ"ל. לאחר שזיהיתי אותם והסברתי להם מהות הפעולות שהם עומדים לבצע ואת התוצאות המשפטיות הנובעות מהן, ולאחר ששוכנעתי שהדבר הובן כראוי ושהם חותמים מרצונם.</w:t>
      </w:r>
    </w:p>
    <w:p w:rsidR="00056795" w:rsidRPr="00056795" w:rsidRDefault="00056795" w:rsidP="00056795">
      <w:pPr>
        <w:pStyle w:val="a3"/>
        <w:spacing w:line="360" w:lineRule="auto"/>
        <w:jc w:val="both"/>
        <w:rPr>
          <w:rFonts w:cs="David"/>
          <w:sz w:val="24"/>
          <w:szCs w:val="24"/>
        </w:rPr>
      </w:pPr>
      <w:r w:rsidRPr="00056795">
        <w:rPr>
          <w:rFonts w:cs="David"/>
          <w:sz w:val="24"/>
          <w:szCs w:val="24"/>
          <w:rtl/>
        </w:rPr>
        <w:t xml:space="preserve">          </w:t>
      </w:r>
      <w:r w:rsidRPr="00056795">
        <w:rPr>
          <w:rFonts w:cs="David"/>
          <w:sz w:val="24"/>
          <w:szCs w:val="24"/>
        </w:rPr>
        <w:cr/>
      </w:r>
      <w:r w:rsidRPr="00056795">
        <w:rPr>
          <w:rFonts w:cs="David" w:hint="cs"/>
          <w:sz w:val="24"/>
          <w:szCs w:val="24"/>
          <w:rtl/>
        </w:rPr>
        <w:t>____</w: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Pr="00056795">
        <w:rPr>
          <w:rFonts w:ascii="Arial" w:eastAsia="Times New Roman" w:hAnsi="Arial" w:cs="David"/>
          <w:color w:val="000000"/>
          <w:sz w:val="24"/>
          <w:szCs w:val="24"/>
          <w:lang w:eastAsia="he-IL"/>
        </w:rPr>
        <w:instrText>FORMTEXT</w:instrTex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separate"/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end"/>
      </w:r>
      <w:r w:rsidRPr="00056795">
        <w:rPr>
          <w:rFonts w:cs="David" w:hint="cs"/>
          <w:sz w:val="24"/>
          <w:szCs w:val="24"/>
          <w:rtl/>
        </w:rPr>
        <w:t>_</w:t>
      </w:r>
      <w:r w:rsidR="00D70277">
        <w:rPr>
          <w:rFonts w:cs="David" w:hint="cs"/>
          <w:sz w:val="24"/>
          <w:szCs w:val="24"/>
          <w:rtl/>
        </w:rPr>
        <w:t>___</w:t>
      </w:r>
      <w:r w:rsidRPr="00056795">
        <w:rPr>
          <w:rFonts w:cs="David" w:hint="cs"/>
          <w:sz w:val="24"/>
          <w:szCs w:val="24"/>
          <w:rtl/>
        </w:rPr>
        <w:t>__                                                                                     ____</w: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Pr="00056795">
        <w:rPr>
          <w:rFonts w:ascii="Arial" w:eastAsia="Times New Roman" w:hAnsi="Arial" w:cs="David"/>
          <w:color w:val="000000"/>
          <w:sz w:val="24"/>
          <w:szCs w:val="24"/>
          <w:lang w:eastAsia="he-IL"/>
        </w:rPr>
        <w:instrText>FORMTEXT</w:instrTex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instrText xml:space="preserve"> </w:instrTex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separate"/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color w:val="000000"/>
          <w:sz w:val="24"/>
          <w:szCs w:val="24"/>
          <w:rtl/>
          <w:lang w:eastAsia="he-IL"/>
        </w:rPr>
        <w:t> </w:t>
      </w:r>
      <w:r w:rsidRPr="00056795">
        <w:rPr>
          <w:rFonts w:ascii="Arial" w:eastAsia="Times New Roman" w:hAnsi="Arial" w:cs="David"/>
          <w:color w:val="000000"/>
          <w:sz w:val="24"/>
          <w:szCs w:val="24"/>
          <w:rtl/>
          <w:lang w:eastAsia="he-IL"/>
        </w:rPr>
        <w:fldChar w:fldCharType="end"/>
      </w:r>
      <w:r w:rsidRPr="00056795">
        <w:rPr>
          <w:rFonts w:cs="David" w:hint="cs"/>
          <w:sz w:val="24"/>
          <w:szCs w:val="24"/>
          <w:rtl/>
        </w:rPr>
        <w:t>_</w:t>
      </w:r>
      <w:r w:rsidR="00D70277">
        <w:rPr>
          <w:rFonts w:cs="David" w:hint="cs"/>
          <w:sz w:val="24"/>
          <w:szCs w:val="24"/>
          <w:rtl/>
        </w:rPr>
        <w:t>____</w:t>
      </w:r>
      <w:r w:rsidRPr="00056795">
        <w:rPr>
          <w:rFonts w:cs="David" w:hint="cs"/>
          <w:sz w:val="24"/>
          <w:szCs w:val="24"/>
          <w:rtl/>
        </w:rPr>
        <w:t>__</w:t>
      </w:r>
    </w:p>
    <w:p w:rsidR="00056795" w:rsidRDefault="00056795" w:rsidP="00056795">
      <w:pPr>
        <w:pStyle w:val="a3"/>
        <w:spacing w:line="360" w:lineRule="auto"/>
        <w:jc w:val="center"/>
        <w:rPr>
          <w:rFonts w:cs="David"/>
          <w:sz w:val="24"/>
          <w:szCs w:val="24"/>
          <w:rtl/>
        </w:rPr>
      </w:pPr>
      <w:r w:rsidRPr="00056795">
        <w:rPr>
          <w:rFonts w:cs="David"/>
          <w:sz w:val="24"/>
          <w:szCs w:val="24"/>
          <w:rtl/>
        </w:rPr>
        <w:t>תארי</w:t>
      </w:r>
      <w:r w:rsidRPr="00056795">
        <w:rPr>
          <w:rFonts w:cs="David" w:hint="cs"/>
          <w:sz w:val="24"/>
          <w:szCs w:val="24"/>
          <w:rtl/>
        </w:rPr>
        <w:t xml:space="preserve">ך                                                                                        </w:t>
      </w:r>
      <w:r w:rsidRPr="00056795">
        <w:rPr>
          <w:rFonts w:cs="David"/>
          <w:sz w:val="24"/>
          <w:szCs w:val="24"/>
          <w:rtl/>
        </w:rPr>
        <w:tab/>
        <w:t>חתימת עוה"ד</w:t>
      </w:r>
    </w:p>
    <w:p w:rsidR="00056795" w:rsidRPr="00056795" w:rsidRDefault="00056795" w:rsidP="00056795">
      <w:pPr>
        <w:pStyle w:val="a3"/>
        <w:pBdr>
          <w:bottom w:val="single" w:sz="12" w:space="1" w:color="auto"/>
        </w:pBdr>
        <w:spacing w:line="360" w:lineRule="auto"/>
        <w:jc w:val="center"/>
        <w:rPr>
          <w:rFonts w:cs="David"/>
          <w:sz w:val="24"/>
          <w:szCs w:val="24"/>
        </w:rPr>
      </w:pPr>
    </w:p>
    <w:p w:rsidR="00056795" w:rsidRDefault="00056795" w:rsidP="00056795">
      <w:pPr>
        <w:pStyle w:val="a3"/>
        <w:jc w:val="both"/>
        <w:rPr>
          <w:rFonts w:cs="David"/>
          <w:sz w:val="26"/>
          <w:szCs w:val="26"/>
          <w:rtl/>
        </w:rPr>
      </w:pPr>
    </w:p>
    <w:p w:rsidR="00D70277" w:rsidRDefault="00D70277" w:rsidP="00056795">
      <w:pPr>
        <w:pStyle w:val="a3"/>
        <w:jc w:val="both"/>
        <w:rPr>
          <w:rFonts w:cs="David"/>
          <w:rtl/>
        </w:rPr>
      </w:pPr>
    </w:p>
    <w:p w:rsidR="00056795" w:rsidRPr="00056795" w:rsidRDefault="00056795" w:rsidP="00056795">
      <w:pPr>
        <w:pStyle w:val="a3"/>
        <w:jc w:val="both"/>
        <w:rPr>
          <w:rFonts w:cs="David"/>
          <w:rtl/>
        </w:rPr>
      </w:pPr>
      <w:r w:rsidRPr="00056795">
        <w:rPr>
          <w:rFonts w:cs="David" w:hint="cs"/>
          <w:rtl/>
        </w:rPr>
        <w:t>כתובת למסירת מסמכים ____________</w:t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  <w:instrText xml:space="preserve"> </w:instrText>
      </w:r>
      <w:r w:rsidRPr="00056795">
        <w:rPr>
          <w:rFonts w:ascii="Arial" w:eastAsia="Times New Roman" w:hAnsi="Arial" w:cs="David"/>
          <w:b/>
          <w:bCs/>
          <w:color w:val="000000"/>
          <w:lang w:eastAsia="he-IL"/>
        </w:rPr>
        <w:instrText>FORMTEXT</w:instrText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  <w:instrText xml:space="preserve"> </w:instrText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  <w:fldChar w:fldCharType="separate"/>
      </w:r>
      <w:r w:rsidRPr="00056795">
        <w:rPr>
          <w:rFonts w:ascii="Arial" w:eastAsia="Times New Roman" w:hAnsi="Arial" w:cs="David" w:hint="cs"/>
          <w:b/>
          <w:bCs/>
          <w:color w:val="000000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b/>
          <w:bCs/>
          <w:color w:val="000000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b/>
          <w:bCs/>
          <w:color w:val="000000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b/>
          <w:bCs/>
          <w:color w:val="000000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b/>
          <w:bCs/>
          <w:color w:val="000000"/>
          <w:rtl/>
          <w:lang w:eastAsia="he-IL"/>
        </w:rPr>
        <w:t> </w:t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  <w:fldChar w:fldCharType="end"/>
      </w:r>
      <w:r w:rsidRPr="00056795">
        <w:rPr>
          <w:rFonts w:cs="David" w:hint="cs"/>
          <w:rtl/>
        </w:rPr>
        <w:t>_________ טלפון: __________</w:t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  <w:instrText xml:space="preserve"> </w:instrText>
      </w:r>
      <w:r w:rsidRPr="00056795">
        <w:rPr>
          <w:rFonts w:ascii="Arial" w:eastAsia="Times New Roman" w:hAnsi="Arial" w:cs="David"/>
          <w:b/>
          <w:bCs/>
          <w:color w:val="000000"/>
          <w:lang w:eastAsia="he-IL"/>
        </w:rPr>
        <w:instrText>FORMTEXT</w:instrText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  <w:instrText xml:space="preserve"> </w:instrText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  <w:fldChar w:fldCharType="separate"/>
      </w:r>
      <w:r w:rsidRPr="00056795">
        <w:rPr>
          <w:rFonts w:ascii="Arial" w:eastAsia="Times New Roman" w:hAnsi="Arial" w:cs="David" w:hint="cs"/>
          <w:b/>
          <w:bCs/>
          <w:color w:val="000000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b/>
          <w:bCs/>
          <w:color w:val="000000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b/>
          <w:bCs/>
          <w:color w:val="000000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b/>
          <w:bCs/>
          <w:color w:val="000000"/>
          <w:rtl/>
          <w:lang w:eastAsia="he-IL"/>
        </w:rPr>
        <w:t> </w:t>
      </w:r>
      <w:r w:rsidRPr="00056795">
        <w:rPr>
          <w:rFonts w:ascii="Arial" w:eastAsia="Times New Roman" w:hAnsi="Arial" w:cs="David" w:hint="cs"/>
          <w:b/>
          <w:bCs/>
          <w:color w:val="000000"/>
          <w:rtl/>
          <w:lang w:eastAsia="he-IL"/>
        </w:rPr>
        <w:t> </w:t>
      </w:r>
      <w:r w:rsidRPr="00056795">
        <w:rPr>
          <w:rFonts w:ascii="Arial" w:eastAsia="Times New Roman" w:hAnsi="Arial" w:cs="David"/>
          <w:b/>
          <w:bCs/>
          <w:color w:val="000000"/>
          <w:rtl/>
          <w:lang w:eastAsia="he-IL"/>
        </w:rPr>
        <w:fldChar w:fldCharType="end"/>
      </w:r>
      <w:r w:rsidRPr="00056795">
        <w:rPr>
          <w:rFonts w:cs="David" w:hint="cs"/>
          <w:rtl/>
        </w:rPr>
        <w:t>________</w:t>
      </w:r>
    </w:p>
    <w:p w:rsidR="00056795" w:rsidRPr="009475AB" w:rsidRDefault="00056795" w:rsidP="00056795">
      <w:pPr>
        <w:pStyle w:val="a3"/>
        <w:jc w:val="both"/>
        <w:rPr>
          <w:rFonts w:cs="David"/>
          <w:sz w:val="26"/>
          <w:szCs w:val="26"/>
        </w:rPr>
      </w:pPr>
    </w:p>
    <w:sectPr w:rsidR="00056795" w:rsidRPr="009475AB" w:rsidSect="003B349C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E02" w:rsidRDefault="00673E02" w:rsidP="00103BAD">
      <w:pPr>
        <w:spacing w:after="0" w:line="240" w:lineRule="auto"/>
      </w:pPr>
      <w:r>
        <w:separator/>
      </w:r>
    </w:p>
  </w:endnote>
  <w:endnote w:type="continuationSeparator" w:id="0">
    <w:p w:rsidR="00673E02" w:rsidRDefault="00673E02" w:rsidP="00103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rtl/>
      </w:rPr>
      <w:id w:val="1103536857"/>
      <w:docPartObj>
        <w:docPartGallery w:val="Page Numbers (Bottom of Page)"/>
        <w:docPartUnique/>
      </w:docPartObj>
    </w:sdtPr>
    <w:sdtEndPr>
      <w:rPr>
        <w:cs/>
      </w:rPr>
    </w:sdtEndPr>
    <w:sdtContent>
      <w:sdt>
        <w:sdtPr>
          <w:rPr>
            <w:sz w:val="20"/>
            <w:szCs w:val="20"/>
            <w:rtl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4B5C6F" w:rsidRPr="004B5C6F" w:rsidRDefault="004B5C6F" w:rsidP="004B5C6F">
            <w:pPr>
              <w:pStyle w:val="a6"/>
              <w:jc w:val="center"/>
              <w:rPr>
                <w:sz w:val="20"/>
                <w:szCs w:val="20"/>
                <w:rtl/>
                <w:cs/>
              </w:rPr>
            </w:pPr>
            <w:r w:rsidRPr="004B5C6F">
              <w:rPr>
                <w:rFonts w:hint="cs"/>
                <w:sz w:val="20"/>
                <w:szCs w:val="20"/>
                <w:rtl/>
                <w:lang w:val="he-IL"/>
              </w:rPr>
              <w:t>עמוד</w:t>
            </w:r>
            <w:r w:rsidRPr="004B5C6F">
              <w:rPr>
                <w:rFonts w:cs="Calibri"/>
                <w:sz w:val="20"/>
                <w:szCs w:val="20"/>
                <w:rtl/>
                <w:lang w:val="he-IL"/>
              </w:rPr>
              <w:t xml:space="preserve"> </w:t>
            </w:r>
            <w:r w:rsidRPr="004B5C6F">
              <w:rPr>
                <w:b/>
                <w:bCs/>
                <w:sz w:val="20"/>
                <w:szCs w:val="20"/>
              </w:rPr>
              <w:fldChar w:fldCharType="begin"/>
            </w:r>
            <w:r w:rsidRPr="004B5C6F">
              <w:rPr>
                <w:b/>
                <w:bCs/>
                <w:sz w:val="20"/>
                <w:szCs w:val="20"/>
              </w:rPr>
              <w:instrText>PAGE</w:instrText>
            </w:r>
            <w:r w:rsidRPr="004B5C6F">
              <w:rPr>
                <w:b/>
                <w:bCs/>
                <w:sz w:val="20"/>
                <w:szCs w:val="20"/>
              </w:rPr>
              <w:fldChar w:fldCharType="separate"/>
            </w:r>
            <w:r w:rsidR="00A6765F">
              <w:rPr>
                <w:b/>
                <w:bCs/>
                <w:noProof/>
                <w:sz w:val="20"/>
                <w:szCs w:val="20"/>
                <w:rtl/>
              </w:rPr>
              <w:t>2</w:t>
            </w:r>
            <w:r w:rsidRPr="004B5C6F">
              <w:rPr>
                <w:b/>
                <w:bCs/>
                <w:sz w:val="20"/>
                <w:szCs w:val="20"/>
              </w:rPr>
              <w:fldChar w:fldCharType="end"/>
            </w:r>
            <w:r w:rsidRPr="004B5C6F">
              <w:rPr>
                <w:rFonts w:cs="Calibri"/>
                <w:sz w:val="20"/>
                <w:szCs w:val="20"/>
                <w:rtl/>
                <w:lang w:val="he-IL"/>
              </w:rPr>
              <w:t xml:space="preserve"> </w:t>
            </w:r>
            <w:r w:rsidRPr="004B5C6F">
              <w:rPr>
                <w:rFonts w:hint="cs"/>
                <w:sz w:val="20"/>
                <w:szCs w:val="20"/>
                <w:rtl/>
                <w:lang w:val="he-IL"/>
              </w:rPr>
              <w:t>מתוך</w:t>
            </w:r>
            <w:r w:rsidRPr="004B5C6F">
              <w:rPr>
                <w:rFonts w:cs="Calibri"/>
                <w:sz w:val="20"/>
                <w:szCs w:val="20"/>
                <w:rtl/>
                <w:lang w:val="he-IL"/>
              </w:rPr>
              <w:t xml:space="preserve"> </w:t>
            </w:r>
            <w:r w:rsidRPr="004B5C6F">
              <w:rPr>
                <w:b/>
                <w:bCs/>
                <w:sz w:val="20"/>
                <w:szCs w:val="20"/>
              </w:rPr>
              <w:fldChar w:fldCharType="begin"/>
            </w:r>
            <w:r w:rsidRPr="004B5C6F">
              <w:rPr>
                <w:b/>
                <w:bCs/>
                <w:sz w:val="20"/>
                <w:szCs w:val="20"/>
              </w:rPr>
              <w:instrText>NUMPAGES</w:instrText>
            </w:r>
            <w:r w:rsidRPr="004B5C6F">
              <w:rPr>
                <w:b/>
                <w:bCs/>
                <w:sz w:val="20"/>
                <w:szCs w:val="20"/>
              </w:rPr>
              <w:fldChar w:fldCharType="separate"/>
            </w:r>
            <w:r w:rsidR="00A6765F">
              <w:rPr>
                <w:b/>
                <w:bCs/>
                <w:noProof/>
                <w:sz w:val="20"/>
                <w:szCs w:val="20"/>
                <w:rtl/>
              </w:rPr>
              <w:t>2</w:t>
            </w:r>
            <w:r w:rsidRPr="004B5C6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B5C6F" w:rsidRDefault="004B5C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E02" w:rsidRDefault="00673E02" w:rsidP="00103BAD">
      <w:pPr>
        <w:spacing w:after="0" w:line="240" w:lineRule="auto"/>
      </w:pPr>
      <w:r>
        <w:separator/>
      </w:r>
    </w:p>
  </w:footnote>
  <w:footnote w:type="continuationSeparator" w:id="0">
    <w:p w:rsidR="00673E02" w:rsidRDefault="00673E02" w:rsidP="00103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C6F" w:rsidRDefault="008F0B90" w:rsidP="008F0B90">
    <w:pPr>
      <w:pStyle w:val="a4"/>
      <w:jc w:val="center"/>
      <w:rPr>
        <w:rFonts w:ascii="David" w:hAnsi="David" w:cs="David"/>
        <w:b/>
        <w:bCs/>
        <w:sz w:val="24"/>
        <w:szCs w:val="24"/>
        <w:rtl/>
      </w:rPr>
    </w:pPr>
    <w:r w:rsidRPr="002C4416">
      <w:rPr>
        <w:rFonts w:ascii="David" w:hAnsi="David" w:cs="David"/>
        <w:b/>
        <w:bCs/>
        <w:sz w:val="28"/>
        <w:szCs w:val="28"/>
        <w:rtl/>
      </w:rPr>
      <w:t>מדינת ישראל</w:t>
    </w:r>
    <w:r w:rsidRPr="002C4416">
      <w:rPr>
        <w:rFonts w:ascii="David" w:hAnsi="David" w:cs="David"/>
        <w:b/>
        <w:bCs/>
        <w:rtl/>
      </w:rPr>
      <w:br/>
    </w:r>
    <w:r w:rsidR="004B5C6F">
      <w:rPr>
        <w:rFonts w:ascii="David" w:hAnsi="David" w:cs="David"/>
        <w:b/>
        <w:bCs/>
        <w:sz w:val="24"/>
        <w:szCs w:val="24"/>
        <w:rtl/>
      </w:rPr>
      <w:t>משרד המשפטים</w:t>
    </w:r>
  </w:p>
  <w:p w:rsidR="008F0B90" w:rsidRDefault="008F0B90" w:rsidP="004B5C6F">
    <w:pPr>
      <w:pStyle w:val="a4"/>
      <w:jc w:val="center"/>
      <w:rPr>
        <w:rFonts w:ascii="David" w:hAnsi="David" w:cs="David"/>
        <w:b/>
        <w:bCs/>
        <w:rtl/>
      </w:rPr>
    </w:pPr>
    <w:r w:rsidRPr="002C4416">
      <w:rPr>
        <w:rFonts w:ascii="David" w:hAnsi="David" w:cs="David"/>
        <w:b/>
        <w:bCs/>
        <w:sz w:val="24"/>
        <w:szCs w:val="24"/>
        <w:rtl/>
      </w:rPr>
      <w:t>הרשות לרישום והסדר זכויות מקרקעין</w:t>
    </w:r>
    <w:r w:rsidRPr="002C4416">
      <w:rPr>
        <w:rFonts w:ascii="David" w:hAnsi="David" w:cs="David"/>
        <w:b/>
        <w:bCs/>
        <w:rtl/>
      </w:rPr>
      <w:br/>
      <w:t xml:space="preserve">לשכת </w:t>
    </w:r>
    <w:r w:rsidR="004B5C6F">
      <w:rPr>
        <w:rFonts w:ascii="David" w:hAnsi="David" w:cs="David" w:hint="cs"/>
        <w:b/>
        <w:bCs/>
        <w:rtl/>
      </w:rPr>
      <w:t>ה</w:t>
    </w:r>
    <w:r w:rsidRPr="002C4416">
      <w:rPr>
        <w:rFonts w:ascii="David" w:hAnsi="David" w:cs="David"/>
        <w:b/>
        <w:bCs/>
        <w:rtl/>
      </w:rPr>
      <w:t>מקרקעין ב-</w:t>
    </w:r>
    <w:r>
      <w:rPr>
        <w:rFonts w:ascii="David" w:hAnsi="David" w:cs="David"/>
        <w:b/>
        <w:bCs/>
        <w:rtl/>
      </w:rPr>
      <w:t>__________</w:t>
    </w:r>
  </w:p>
  <w:p w:rsidR="008F0B90" w:rsidRDefault="008F0B90" w:rsidP="008F0B90">
    <w:pPr>
      <w:pStyle w:val="a4"/>
      <w:jc w:val="center"/>
      <w:rPr>
        <w:rFonts w:ascii="David" w:hAnsi="David" w:cs="David"/>
        <w:b/>
        <w:bCs/>
        <w:rtl/>
      </w:rPr>
    </w:pPr>
  </w:p>
  <w:p w:rsidR="00056795" w:rsidRDefault="00056795" w:rsidP="008F0B90">
    <w:pPr>
      <w:pStyle w:val="a4"/>
      <w:jc w:val="center"/>
      <w:rPr>
        <w:rFonts w:ascii="David" w:hAnsi="David" w:cs="David"/>
        <w:b/>
        <w:bCs/>
        <w:rtl/>
      </w:rPr>
    </w:pPr>
  </w:p>
  <w:p w:rsidR="00056795" w:rsidRDefault="00056795" w:rsidP="008F0B90">
    <w:pPr>
      <w:pStyle w:val="a4"/>
      <w:jc w:val="center"/>
      <w:rPr>
        <w:rFonts w:ascii="David" w:hAnsi="David" w:cs="David"/>
        <w:b/>
        <w:bCs/>
        <w:rtl/>
      </w:rPr>
    </w:pPr>
  </w:p>
  <w:p w:rsidR="008F0B90" w:rsidRPr="008F0B90" w:rsidRDefault="008F0B90" w:rsidP="008F0B90">
    <w:pPr>
      <w:pStyle w:val="a4"/>
      <w:ind w:left="1440"/>
      <w:jc w:val="right"/>
      <w:rPr>
        <w:rFonts w:cs="David"/>
        <w:sz w:val="20"/>
        <w:szCs w:val="20"/>
        <w:u w:val="single"/>
      </w:rPr>
    </w:pPr>
    <w:r w:rsidRPr="008F0B90">
      <w:rPr>
        <w:rFonts w:cs="David" w:hint="cs"/>
        <w:sz w:val="20"/>
        <w:szCs w:val="20"/>
        <w:u w:val="single"/>
        <w:rtl/>
      </w:rPr>
      <w:t>נספח לבקשה לרישום צו בית משותף</w:t>
    </w:r>
  </w:p>
  <w:p w:rsidR="008F0B90" w:rsidRPr="008F0B90" w:rsidRDefault="008F0B90" w:rsidP="008F0B90">
    <w:pPr>
      <w:pStyle w:val="a4"/>
      <w:jc w:val="center"/>
      <w:rPr>
        <w:rFonts w:ascii="David" w:hAnsi="David" w:cs="David"/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BB8"/>
    <w:multiLevelType w:val="hybridMultilevel"/>
    <w:tmpl w:val="AB9C142C"/>
    <w:lvl w:ilvl="0" w:tplc="1376FACA">
      <w:start w:val="1"/>
      <w:numFmt w:val="hebrew1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F7FB1"/>
    <w:multiLevelType w:val="hybridMultilevel"/>
    <w:tmpl w:val="DE70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991B02"/>
    <w:multiLevelType w:val="hybridMultilevel"/>
    <w:tmpl w:val="6EC048B4"/>
    <w:lvl w:ilvl="0" w:tplc="A3B4C198">
      <w:start w:val="1"/>
      <w:numFmt w:val="hebrew1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6021E3"/>
    <w:multiLevelType w:val="hybridMultilevel"/>
    <w:tmpl w:val="CF76912E"/>
    <w:lvl w:ilvl="0" w:tplc="958A78C0">
      <w:start w:val="1"/>
      <w:numFmt w:val="hebrew1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 w:cryptProviderType="rsaFull" w:cryptAlgorithmClass="hash" w:cryptAlgorithmType="typeAny" w:cryptAlgorithmSid="4" w:cryptSpinCount="100000" w:hash="JON5pYI7sv3kjZHWm18UgqEE1Tc=" w:salt="oSINLI+vo2GeZ3DE18JBn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AD"/>
    <w:rsid w:val="00056795"/>
    <w:rsid w:val="00103BAD"/>
    <w:rsid w:val="0025622A"/>
    <w:rsid w:val="00343A4A"/>
    <w:rsid w:val="003B349C"/>
    <w:rsid w:val="004B5C6F"/>
    <w:rsid w:val="00636D3A"/>
    <w:rsid w:val="00673E02"/>
    <w:rsid w:val="008F0B90"/>
    <w:rsid w:val="008F4AAD"/>
    <w:rsid w:val="009475AB"/>
    <w:rsid w:val="00A6765F"/>
    <w:rsid w:val="00A952C2"/>
    <w:rsid w:val="00BD4B60"/>
    <w:rsid w:val="00C16705"/>
    <w:rsid w:val="00D70277"/>
    <w:rsid w:val="00E4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AB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0"/>
    <w:uiPriority w:val="9"/>
    <w:qFormat/>
    <w:rsid w:val="00D70277"/>
    <w:pPr>
      <w:keepNext/>
      <w:keepLines/>
      <w:spacing w:before="240" w:after="0"/>
      <w:jc w:val="center"/>
      <w:outlineLvl w:val="0"/>
    </w:pPr>
    <w:rPr>
      <w:rFonts w:ascii="David" w:eastAsiaTheme="majorEastAsia" w:hAnsi="David" w:cs="David"/>
      <w:b/>
      <w:bCs/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D702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3BAD"/>
    <w:pPr>
      <w:bidi/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03BAD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כותרת עליונה תו"/>
    <w:basedOn w:val="a0"/>
    <w:link w:val="a4"/>
    <w:uiPriority w:val="99"/>
    <w:rsid w:val="00103BAD"/>
  </w:style>
  <w:style w:type="paragraph" w:styleId="a6">
    <w:name w:val="footer"/>
    <w:basedOn w:val="a"/>
    <w:link w:val="a7"/>
    <w:uiPriority w:val="99"/>
    <w:unhideWhenUsed/>
    <w:rsid w:val="00103BAD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כותרת תחתונה תו"/>
    <w:basedOn w:val="a0"/>
    <w:link w:val="a6"/>
    <w:uiPriority w:val="99"/>
    <w:rsid w:val="00103BAD"/>
  </w:style>
  <w:style w:type="table" w:styleId="a8">
    <w:name w:val="Table Grid"/>
    <w:basedOn w:val="a1"/>
    <w:uiPriority w:val="59"/>
    <w:rsid w:val="00103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כותרת 1 תו"/>
    <w:basedOn w:val="a0"/>
    <w:link w:val="1"/>
    <w:uiPriority w:val="9"/>
    <w:rsid w:val="00D70277"/>
    <w:rPr>
      <w:rFonts w:ascii="David" w:eastAsiaTheme="majorEastAsia" w:hAnsi="David" w:cs="David"/>
      <w:b/>
      <w:bCs/>
      <w:sz w:val="28"/>
      <w:szCs w:val="28"/>
      <w:u w:val="single"/>
    </w:rPr>
  </w:style>
  <w:style w:type="character" w:customStyle="1" w:styleId="20">
    <w:name w:val="כותרת 2 תו"/>
    <w:basedOn w:val="a0"/>
    <w:link w:val="2"/>
    <w:uiPriority w:val="9"/>
    <w:rsid w:val="00D702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AB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0"/>
    <w:uiPriority w:val="9"/>
    <w:qFormat/>
    <w:rsid w:val="00D70277"/>
    <w:pPr>
      <w:keepNext/>
      <w:keepLines/>
      <w:spacing w:before="240" w:after="0"/>
      <w:jc w:val="center"/>
      <w:outlineLvl w:val="0"/>
    </w:pPr>
    <w:rPr>
      <w:rFonts w:ascii="David" w:eastAsiaTheme="majorEastAsia" w:hAnsi="David" w:cs="David"/>
      <w:b/>
      <w:bCs/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D702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3BAD"/>
    <w:pPr>
      <w:bidi/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03BAD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כותרת עליונה תו"/>
    <w:basedOn w:val="a0"/>
    <w:link w:val="a4"/>
    <w:uiPriority w:val="99"/>
    <w:rsid w:val="00103BAD"/>
  </w:style>
  <w:style w:type="paragraph" w:styleId="a6">
    <w:name w:val="footer"/>
    <w:basedOn w:val="a"/>
    <w:link w:val="a7"/>
    <w:uiPriority w:val="99"/>
    <w:unhideWhenUsed/>
    <w:rsid w:val="00103BAD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כותרת תחתונה תו"/>
    <w:basedOn w:val="a0"/>
    <w:link w:val="a6"/>
    <w:uiPriority w:val="99"/>
    <w:rsid w:val="00103BAD"/>
  </w:style>
  <w:style w:type="table" w:styleId="a8">
    <w:name w:val="Table Grid"/>
    <w:basedOn w:val="a1"/>
    <w:uiPriority w:val="59"/>
    <w:rsid w:val="00103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כותרת 1 תו"/>
    <w:basedOn w:val="a0"/>
    <w:link w:val="1"/>
    <w:uiPriority w:val="9"/>
    <w:rsid w:val="00D70277"/>
    <w:rPr>
      <w:rFonts w:ascii="David" w:eastAsiaTheme="majorEastAsia" w:hAnsi="David" w:cs="David"/>
      <w:b/>
      <w:bCs/>
      <w:sz w:val="28"/>
      <w:szCs w:val="28"/>
      <w:u w:val="single"/>
    </w:rPr>
  </w:style>
  <w:style w:type="character" w:customStyle="1" w:styleId="20">
    <w:name w:val="כותרת 2 תו"/>
    <w:basedOn w:val="a0"/>
    <w:link w:val="2"/>
    <w:uiPriority w:val="9"/>
    <w:rsid w:val="00D702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ovXMoJReasorceExtentionLib" ma:contentTypeID="0x010100C568DB52D9D0A14D9B2FDCC96666E9F2007948130EC3DB064584E219954237AF3905010103003B61C1C3A83E834EA4EC19A2A9736F65" ma:contentTypeVersion="108" ma:contentTypeDescription="סוג תוכן עבור קבצים, אגרות,רשומות " ma:contentTypeScope="" ma:versionID="47aa6781dfa5083a59a17fe2ffe4f6f2">
  <xsd:schema xmlns:xsd="http://www.w3.org/2001/XMLSchema" xmlns:xs="http://www.w3.org/2001/XMLSchema" xmlns:p="http://schemas.microsoft.com/office/2006/metadata/properties" xmlns:ns1="http://schemas.microsoft.com/sharepoint/v3" xmlns:ns2="605e85f2-268e-450d-9afb-d305d42b267e" xmlns:ns3="6cd59e6f-6179-4ccb-997f-00c04686011c" targetNamespace="http://schemas.microsoft.com/office/2006/metadata/properties" ma:root="true" ma:fieldsID="ea540e0b3df6aa85ffcc7f1153e962b1" ns1:_="" ns2:_="" ns3:_="">
    <xsd:import namespace="http://schemas.microsoft.com/sharepoint/v3"/>
    <xsd:import namespace="605e85f2-268e-450d-9afb-d305d42b267e"/>
    <xsd:import namespace="6cd59e6f-6179-4ccb-997f-00c04686011c"/>
    <xsd:element name="properties">
      <xsd:complexType>
        <xsd:sequence>
          <xsd:element name="documentManagement">
            <xsd:complexType>
              <xsd:all>
                <xsd:element ref="ns2:GovXShortDescription" minOccurs="0"/>
                <xsd:element ref="ns2:GovXEventDate" minOccurs="0"/>
                <xsd:element ref="ns2:GovXParagraph1" minOccurs="0"/>
                <xsd:element ref="ns2:GovXParagraph2" minOccurs="0"/>
                <xsd:element ref="ns2:GovXParagraph3" minOccurs="0"/>
                <xsd:element ref="ns2:GovXParagraph4" minOccurs="0"/>
                <xsd:element ref="ns2:GovXID" minOccurs="0"/>
                <xsd:element ref="ns2:MOJ_IsShowInHomePage" minOccurs="0"/>
                <xsd:element ref="ns2:Writer" minOccurs="0"/>
                <xsd:element ref="ns2:LinkRedirect" minOccurs="0"/>
                <xsd:element ref="ns2:MojDescriptionImgSize" minOccurs="0"/>
                <xsd:element ref="ns2:MojChois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2:TaxCatchAll" minOccurs="0"/>
                <xsd:element ref="ns2:TaxCatchAllLabel" minOccurs="0"/>
                <xsd:element ref="ns2:MMDTypesTaxHTField0" minOccurs="0"/>
                <xsd:element ref="ns2:MMDUnitsNameTaxHTField0" minOccurs="0"/>
                <xsd:element ref="ns1:PublishingStartDate" minOccurs="0"/>
                <xsd:element ref="ns2:MMDResponsibleOfficeTaxHTField0" minOccurs="0"/>
                <xsd:element ref="ns1:Audience" minOccurs="0"/>
                <xsd:element ref="ns2:MMDAudienceTaxHTField0" minOccurs="0"/>
                <xsd:element ref="ns1:PublishingContactEmail" minOccurs="0"/>
                <xsd:element ref="ns1:PublishingRollupImage" minOccurs="0"/>
                <xsd:element ref="ns2:e92ea0370867458c9a8635897d3d1f43" minOccurs="0"/>
                <xsd:element ref="ns1:PublishingExpirationDate" minOccurs="0"/>
                <xsd:element ref="ns2:MMDResponsibleUnitTaxHTField0" minOccurs="0"/>
                <xsd:element ref="ns1:PublishingContact" minOccurs="0"/>
                <xsd:element ref="ns2:MMDSubjectsTaxHTField0" minOccurs="0"/>
                <xsd:element ref="ns2:MMDStatusTaxHTField0" minOccurs="0"/>
                <xsd:element ref="ns2:MMDKeywordsTaxHTField0" minOccurs="0"/>
                <xsd:element ref="ns1:PublishingContactName" minOccurs="0"/>
                <xsd:element ref="ns1:PublishingContactPicture" minOccurs="0"/>
                <xsd:element ref="ns2:MojChoice2" minOccurs="0"/>
                <xsd:element ref="ns2:MojChoice3" minOccurs="0"/>
                <xsd:element ref="ns2:MojChoice4" minOccurs="0"/>
                <xsd:element ref="ns2:MojChoice5" minOccurs="0"/>
                <xsd:element ref="ns2:CopyRights" minOccurs="0"/>
                <xsd:element ref="ns3:Cat" minOccurs="0"/>
                <xsd:element ref="ns3:na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PageLayout" ma:index="24" nillable="true" ma:displayName="פריסת דף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25" nillable="true" ma:displayName="מזהה קבוצת וריאציות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26" nillable="true" ma:displayName="קישור יחסי גומלין של וריאציות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StartDate" ma:index="34" nillable="true" ma:displayName="מתזמן תאריך התחלה" ma:hidden="true" ma:internalName="PublishingStartDate" ma:readOnly="false">
      <xsd:simpleType>
        <xsd:restriction base="dms:Unknown"/>
      </xsd:simpleType>
    </xsd:element>
    <xsd:element name="Audience" ma:index="36" nillable="true" ma:displayName="קהלי יעד" ma:description="" ma:hidden="true" ma:internalName="Audience" ma:readOnly="false">
      <xsd:simpleType>
        <xsd:restriction base="dms:Unknown"/>
      </xsd:simpleType>
    </xsd:element>
    <xsd:element name="PublishingContactEmail" ma:index="38" nillable="true" ma:displayName="כתובת הדואר האלקטרוני של איש הקשר" ma:hidden="true" ma:internalName="PublishingContactEmail" ma:readOnly="false">
      <xsd:simpleType>
        <xsd:restriction base="dms:Text">
          <xsd:maxLength value="255"/>
        </xsd:restriction>
      </xsd:simpleType>
    </xsd:element>
    <xsd:element name="PublishingRollupImage" ma:index="39" nillable="true" ma:displayName="אייקון 2" ma:description="" ma:internalName="PublishingRollupImage">
      <xsd:simpleType>
        <xsd:restriction base="dms:Unknown"/>
      </xsd:simpleType>
    </xsd:element>
    <xsd:element name="PublishingExpirationDate" ma:index="41" nillable="true" ma:displayName="מתזמן תאריך סיום" ma:hidden="true" ma:internalName="PublishingExpirationDate" ma:readOnly="false">
      <xsd:simpleType>
        <xsd:restriction base="dms:Unknown"/>
      </xsd:simpleType>
    </xsd:element>
    <xsd:element name="PublishingContact" ma:index="43" nillable="true" ma:displayName="איש קשר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Name" ma:index="49" nillable="true" ma:displayName="שם איש קשר" ma:hidden="true" ma:internalName="PublishingContactName" ma:readOnly="false">
      <xsd:simpleType>
        <xsd:restriction base="dms:Text">
          <xsd:maxLength value="255"/>
        </xsd:restriction>
      </xsd:simpleType>
    </xsd:element>
    <xsd:element name="PublishingContactPicture" ma:index="50" nillable="true" ma:displayName="תמונת איש הקשר" ma:format="Image" ma:hidden="true" ma:internalName="PublishingContactPictur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ShortDescription" ma:index="2" nillable="true" ma:displayName="תאור מורחב" ma:internalName="GovXShortDescription" ma:readOnly="false">
      <xsd:simpleType>
        <xsd:restriction base="dms:Unknown"/>
      </xsd:simpleType>
    </xsd:element>
    <xsd:element name="GovXEventDate" ma:index="3" nillable="true" ma:displayName="תאריך" ma:format="DateOnly" ma:internalName="GovXEventDate" ma:readOnly="false">
      <xsd:simpleType>
        <xsd:restriction base="dms:DateTime"/>
      </xsd:simpleType>
    </xsd:element>
    <xsd:element name="GovXParagraph1" ma:index="11" nillable="true" ma:displayName="GovXParagraph1" ma:internalName="GovXParagraph1">
      <xsd:simpleType>
        <xsd:restriction base="dms:Unknown"/>
      </xsd:simpleType>
    </xsd:element>
    <xsd:element name="GovXParagraph2" ma:index="12" nillable="true" ma:displayName="GovXParagraph2" ma:internalName="GovXParagraph2">
      <xsd:simpleType>
        <xsd:restriction base="dms:Unknown"/>
      </xsd:simpleType>
    </xsd:element>
    <xsd:element name="GovXParagraph3" ma:index="13" nillable="true" ma:displayName="GovXParagraph3" ma:internalName="GovXParagraph3">
      <xsd:simpleType>
        <xsd:restriction base="dms:Unknown"/>
      </xsd:simpleType>
    </xsd:element>
    <xsd:element name="GovXParagraph4" ma:index="14" nillable="true" ma:displayName="GovXParagraph4" ma:internalName="GovXParagraph4">
      <xsd:simpleType>
        <xsd:restriction base="dms:Unknown"/>
      </xsd:simpleType>
    </xsd:element>
    <xsd:element name="GovXID" ma:index="15" nillable="true" ma:displayName="שדה מיון  - GovXID" ma:internalName="GovXID">
      <xsd:simpleType>
        <xsd:restriction base="dms:Unknown"/>
      </xsd:simpleType>
    </xsd:element>
    <xsd:element name="MOJ_IsShowInHomePage" ma:index="16" nillable="true" ma:displayName="MOJ_IsShowInHomePage" ma:default="0" ma:internalName="MOJ_IsShowInHomePage">
      <xsd:simpleType>
        <xsd:restriction base="dms:Boolean"/>
      </xsd:simpleType>
    </xsd:element>
    <xsd:element name="Writer" ma:index="19" nillable="true" ma:displayName="מאת" ma:list="{7fc82bac-303b-4590-8450-c2c851e14814}" ma:internalName="Writer" ma:readOnly="false" ma:showField="Title" ma:web="605e85f2-268e-450d-9afb-d305d42b267e">
      <xsd:simpleType>
        <xsd:restriction base="dms:Lookup"/>
      </xsd:simpleType>
    </xsd:element>
    <xsd:element name="LinkRedirect" ma:index="20" nillable="true" ma:displayName="הפניה לדף אחר" ma:description="הפניה לדף אחר (redirect link)" ma:internalName="LinkRedirect" ma:readOnly="false">
      <xsd:simpleType>
        <xsd:restriction base="dms:Text">
          <xsd:maxLength value="255"/>
        </xsd:restriction>
      </xsd:simpleType>
    </xsd:element>
    <xsd:element name="MojDescriptionImgSize" ma:index="21" nillable="true" ma:displayName="MojDescriptionImgSize" ma:default="Small" ma:format="Dropdown" ma:internalName="MojDescriptionImgSize" ma:readOnly="false">
      <xsd:simpleType>
        <xsd:restriction base="dms:Choice">
          <xsd:enumeration value="Auto"/>
          <xsd:enumeration value="Small"/>
          <xsd:enumeration value="Medium"/>
          <xsd:enumeration value="Large"/>
        </xsd:restriction>
      </xsd:simpleType>
    </xsd:element>
    <xsd:element name="MojChoise" ma:index="22" nillable="true" ma:displayName="אפשרות בחירה 1" ma:format="Dropdown" ma:internalName="MojChoise" ma:readOnly="false">
      <xsd:simpleType>
        <xsd:restriction base="dms:Choice">
          <xsd:enumeration value="בחר"/>
        </xsd:restriction>
      </xsd:simpleType>
    </xsd:element>
    <xsd:element name="TaxCatchAll" ma:index="30" nillable="true" ma:displayName="עמודת 'תפוס הכל' של טקסונומיה" ma:description="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1" nillable="true" ma:displayName="עמודת 'תפוס הכל' של טקסונומיה1" ma:description="" ma:hidden="true" ma:list="{4ea5708e-0740-470e-a7ce-b06ee08034f5}" ma:internalName="TaxCatchAllLabel" ma:readOnly="true" ma:showField="CatchAllDataLabel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MDTypesTaxHTField0" ma:index="32" nillable="true" ma:taxonomy="true" ma:internalName="MMDTypesTaxHTField0" ma:taxonomyFieldName="MMDTypes" ma:displayName="סוג הליך(0)" ma:default="" ma:fieldId="{fa0486b9-0a56-4dae-8d9d-1d0e3ed62ab8}" ma:sspId="2d5cfe0b-92d6-45e7-9728-978dd18bac77" ma:termSetId="a239ac66-6e19-4894-9a6d-0b635cdc56b4" ma:anchorId="b12a6616-e4e6-413a-922f-93d4b6f69910" ma:open="false" ma:isKeyword="false">
      <xsd:complexType>
        <xsd:sequence>
          <xsd:element ref="pc:Terms" minOccurs="0" maxOccurs="1"/>
        </xsd:sequence>
      </xsd:complexType>
    </xsd:element>
    <xsd:element name="MMDUnitsNameTaxHTField0" ma:index="33" nillable="true" ma:taxonomy="true" ma:internalName="MMDUnitsNameTaxHTField0" ma:taxonomyFieldName="MMDUnitsName" ma:displayName="לשכה ישן" ma:default="" ma:fieldId="{650b01ae-ebd3-442b-8817-15405c5daf08}" ma:sspId="2d5cfe0b-92d6-45e7-9728-978dd18bac77" ma:termSetId="a239ac66-6e19-4894-9a6d-0b635cdc56b4" ma:anchorId="c98e1e46-ee1c-49b6-a331-69422ca6725c" ma:open="false" ma:isKeyword="false">
      <xsd:complexType>
        <xsd:sequence>
          <xsd:element ref="pc:Terms" minOccurs="0" maxOccurs="1"/>
        </xsd:sequence>
      </xsd:complexType>
    </xsd:element>
    <xsd:element name="MMDResponsibleOfficeTaxHTField0" ma:index="35" nillable="true" ma:taxonomy="true" ma:internalName="MMDResponsibleOfficeTaxHTField0" ma:taxonomyFieldName="MMDResponsibleOffice" ma:displayName="תיוג - משרד אחראי" ma:default="" ma:fieldId="{1ca46a76-b3ab-4896-b308-31bd96edcc63}" ma:sspId="2d5cfe0b-92d6-45e7-9728-978dd18bac77" ma:termSetId="a239ac66-6e19-4894-9a6d-0b635cdc56b4" ma:anchorId="d146ecec-4794-4538-8e0a-0d23c3ff2410" ma:open="false" ma:isKeyword="false">
      <xsd:complexType>
        <xsd:sequence>
          <xsd:element ref="pc:Terms" minOccurs="0" maxOccurs="1"/>
        </xsd:sequence>
      </xsd:complexType>
    </xsd:element>
    <xsd:element name="MMDAudienceTaxHTField0" ma:index="37" nillable="true" ma:taxonomy="true" ma:internalName="MMDAudienceTaxHTField0" ma:taxonomyFieldName="MMDAudience" ma:displayName="תיוג - קהל  יעד" ma:default="" ma:fieldId="{3c15929f-8c37-40c6-8d45-39d2a27c8ebd}" ma:sspId="2d5cfe0b-92d6-45e7-9728-978dd18bac77" ma:termSetId="a239ac66-6e19-4894-9a6d-0b635cdc56b4" ma:anchorId="293e6317-d625-4045-86b8-b7c79c02edb4" ma:open="false" ma:isKeyword="false">
      <xsd:complexType>
        <xsd:sequence>
          <xsd:element ref="pc:Terms" minOccurs="0" maxOccurs="1"/>
        </xsd:sequence>
      </xsd:complexType>
    </xsd:element>
    <xsd:element name="e92ea0370867458c9a8635897d3d1f43" ma:index="40" nillable="true" ma:taxonomy="true" ma:internalName="e92ea0370867458c9a8635897d3d1f43" ma:taxonomyFieldName="MMDcounty" ma:displayName="תיוג - מחוז" ma:default="" ma:fieldId="{e92ea037-0867-458c-9a86-35897d3d1f43}" ma:taxonomyMulti="true" ma:sspId="2d5cfe0b-92d6-45e7-9728-978dd18bac77" ma:termSetId="a239ac66-6e19-4894-9a6d-0b635cdc56b4" ma:anchorId="ac160d3c-2a02-4883-980c-4cd5ad63e125" ma:open="false" ma:isKeyword="false">
      <xsd:complexType>
        <xsd:sequence>
          <xsd:element ref="pc:Terms" minOccurs="0" maxOccurs="1"/>
        </xsd:sequence>
      </xsd:complexType>
    </xsd:element>
    <xsd:element name="MMDResponsibleUnitTaxHTField0" ma:index="42" nillable="true" ma:taxonomy="true" ma:internalName="MMDResponsibleUnitTaxHTField0" ma:taxonomyFieldName="MMDResponsibleUnit" ma:displayName="יחידה" ma:default="" ma:fieldId="{6dd10526-5292-4af1-bf73-61195d9ec1d8}" ma:sspId="2d5cfe0b-92d6-45e7-9728-978dd18bac77" ma:termSetId="a239ac66-6e19-4894-9a6d-0b635cdc56b4" ma:anchorId="4f0e8020-2b00-4e4c-b760-c86c2e123c1c" ma:open="false" ma:isKeyword="false">
      <xsd:complexType>
        <xsd:sequence>
          <xsd:element ref="pc:Terms" minOccurs="0" maxOccurs="1"/>
        </xsd:sequence>
      </xsd:complexType>
    </xsd:element>
    <xsd:element name="MMDSubjectsTaxHTField0" ma:index="44" nillable="true" ma:taxonomy="true" ma:internalName="MMDSubjectsTaxHTField0" ma:taxonomyFieldName="MMDSubjects" ma:displayName="נושא" ma:default="" ma:fieldId="{d4be236a-0356-4000-8c21-7c99900f1b40}" ma:taxonomyMulti="true" ma:sspId="2d5cfe0b-92d6-45e7-9728-978dd18bac77" ma:termSetId="a239ac66-6e19-4894-9a6d-0b635cdc56b4" ma:anchorId="f236a7eb-5cf3-4587-acd0-fe3f08d0404c" ma:open="false" ma:isKeyword="false">
      <xsd:complexType>
        <xsd:sequence>
          <xsd:element ref="pc:Terms" minOccurs="0" maxOccurs="1"/>
        </xsd:sequence>
      </xsd:complexType>
    </xsd:element>
    <xsd:element name="MMDStatusTaxHTField0" ma:index="46" nillable="true" ma:taxonomy="true" ma:internalName="MMDStatusTaxHTField0" ma:taxonomyFieldName="MMDStatus" ma:displayName="תיוג - סטאטוס" ma:default="" ma:fieldId="{18f16583-3f29-44d3-923d-d2ca98a89bca}" ma:sspId="2d5cfe0b-92d6-45e7-9728-978dd18bac77" ma:termSetId="a239ac66-6e19-4894-9a6d-0b635cdc56b4" ma:anchorId="46f970b7-fdee-4bcd-9a24-1f6ae6eb7d30" ma:open="false" ma:isKeyword="false">
      <xsd:complexType>
        <xsd:sequence>
          <xsd:element ref="pc:Terms" minOccurs="0" maxOccurs="1"/>
        </xsd:sequence>
      </xsd:complexType>
    </xsd:element>
    <xsd:element name="MMDKeywordsTaxHTField0" ma:index="48" nillable="true" ma:taxonomy="true" ma:internalName="MMDKeywordsTaxHTField0" ma:taxonomyFieldName="MMDKeywords" ma:displayName="תיוג - מילות מפתח" ma:default="" ma:fieldId="{14078ffa-c3ef-405c-99c7-77c66477e901}" ma:taxonomyMulti="true" ma:sspId="2d5cfe0b-92d6-45e7-9728-978dd18bac77" ma:termSetId="a239ac66-6e19-4894-9a6d-0b635cdc56b4" ma:anchorId="b97634dc-aac3-4b49-82c1-8f6ffe388c62" ma:open="false" ma:isKeyword="false">
      <xsd:complexType>
        <xsd:sequence>
          <xsd:element ref="pc:Terms" minOccurs="0" maxOccurs="1"/>
        </xsd:sequence>
      </xsd:complexType>
    </xsd:element>
    <xsd:element name="MojChoice2" ma:index="51" nillable="true" ma:displayName="אפשרות בחירה 2" ma:default="הזן אפשרות מס' 1" ma:format="Dropdown" ma:internalName="MojChoice2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3" ma:index="52" nillable="true" ma:displayName="אפשרות בחירה 3" ma:default="הזן אפשרות מס' 1" ma:format="Dropdown" ma:internalName="MojChoice3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4" ma:index="53" nillable="true" ma:displayName="אפשרות בחירה 4" ma:default="הזן אפשרות מס' 1" ma:format="Dropdown" ma:internalName="MojChoice4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5" ma:index="54" nillable="true" ma:displayName="אפשרות בחירה 5" ma:default="הזן אפשרות מס' 1" ma:format="Dropdown" ma:internalName="MojChoice5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CopyRights" ma:index="55" nillable="true" ma:displayName="זכויות יוצרים של משרד המשפטים" ma:default="0" ma:internalName="CopyRight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59e6f-6179-4ccb-997f-00c04686011c" elementFormDefault="qualified">
    <xsd:import namespace="http://schemas.microsoft.com/office/2006/documentManagement/types"/>
    <xsd:import namespace="http://schemas.microsoft.com/office/infopath/2007/PartnerControls"/>
    <xsd:element name="Cat" ma:index="56" nillable="true" ma:displayName="סוג הליך" ma:default="הליך שיפוטי" ma:format="Dropdown" ma:internalName="Cat">
      <xsd:simpleType>
        <xsd:restriction base="dms:Choice">
          <xsd:enumeration value="-"/>
          <xsd:enumeration value="הליך שיפוטי"/>
          <xsd:enumeration value="הליך מנהלי"/>
          <xsd:enumeration value="ללא סוג הליך"/>
        </xsd:restriction>
      </xsd:simpleType>
    </xsd:element>
    <xsd:element name="namber" ma:index="57" nillable="true" ma:displayName="namber" ma:internalName="na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סוג תוכן"/>
        <xsd:element ref="dc:title" minOccurs="0" maxOccurs="1" ma:index="1" ma:displayName="שם טופס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ovXEventDate xmlns="605e85f2-268e-450d-9afb-d305d42b267e">2019-07-14T21:00:00+00:00</GovXEventDate>
    <GovXParagraph3 xmlns="605e85f2-268e-450d-9afb-d305d42b267e" xsi:nil="true"/>
    <GovXID xmlns="605e85f2-268e-450d-9afb-d305d42b267e" xsi:nil="true"/>
    <MMDSubject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המפקחים על רישום המקרקעין</TermName>
          <TermId xmlns="http://schemas.microsoft.com/office/infopath/2007/PartnerControls">76ad1aaa-b431-4b5c-ab58-1611f68002c0</TermId>
        </TermInfo>
      </Terms>
    </MMDSubjectsTaxHTField0>
    <MMDKeywordsTaxHTField0 xmlns="605e85f2-268e-450d-9afb-d305d42b267e">
      <Terms xmlns="http://schemas.microsoft.com/office/infopath/2007/PartnerControls"/>
    </MMDKeywordsTaxHTField0>
    <PublishingRollupImage xmlns="http://schemas.microsoft.com/sharepoint/v3" xsi:nil="true"/>
    <MMDResponsibleUnitTaxHTField0 xmlns="605e85f2-268e-450d-9afb-d305d42b267e">
      <Terms xmlns="http://schemas.microsoft.com/office/infopath/2007/PartnerControls"/>
    </MMDResponsibleUnitTaxHTField0>
    <namber xmlns="6cd59e6f-6179-4ccb-997f-00c04686011c" xsi:nil="true"/>
    <MOJ_IsShowInHomePage xmlns="605e85f2-268e-450d-9afb-d305d42b267e">false</MOJ_IsShowInHomePage>
    <MMDAudienceTaxHTField0 xmlns="605e85f2-268e-450d-9afb-d305d42b267e">
      <Terms xmlns="http://schemas.microsoft.com/office/infopath/2007/PartnerControls"/>
    </MMDAudienceTaxHTField0>
    <PublishingContactEmail xmlns="http://schemas.microsoft.com/sharepoint/v3" xsi:nil="true"/>
    <MMDStatusTaxHTField0 xmlns="605e85f2-268e-450d-9afb-d305d42b267e">
      <Terms xmlns="http://schemas.microsoft.com/office/infopath/2007/PartnerControls"/>
    </MMDStatusTaxHTField0>
    <MojChoise xmlns="605e85f2-268e-450d-9afb-d305d42b267e" xsi:nil="true"/>
    <PublishingVariationRelationshipLinkFieldID xmlns="http://schemas.microsoft.com/sharepoint/v3">
      <Url xsi:nil="true"/>
      <Description xsi:nil="true"/>
    </PublishingVariationRelationshipLinkFieldID>
    <MojChoice3 xmlns="605e85f2-268e-450d-9afb-d305d42b267e">הזן אפשרות מס' 1</MojChoice3>
    <GovXParagraph1 xmlns="605e85f2-268e-450d-9afb-d305d42b267e" xsi:nil="true"/>
    <GovXParagraph4 xmlns="605e85f2-268e-450d-9afb-d305d42b267e" xsi:nil="true"/>
    <LinkRedirect xmlns="605e85f2-268e-450d-9afb-d305d42b267e" xsi:nil="true"/>
    <PublishingVariationGroupID xmlns="http://schemas.microsoft.com/sharepoint/v3" xsi:nil="true"/>
    <MojChoice2 xmlns="605e85f2-268e-450d-9afb-d305d42b267e">הזן אפשרות מס' 1</MojChoice2>
    <MojChoice5 xmlns="605e85f2-268e-450d-9afb-d305d42b267e">הזן אפשרות מס' 1</MojChoice5>
    <Cat xmlns="6cd59e6f-6179-4ccb-997f-00c04686011c">הליך שיפוטי</Cat>
    <Audience xmlns="http://schemas.microsoft.com/sharepoint/v3" xsi:nil="true"/>
    <MMDUnitsNameTaxHTField0 xmlns="605e85f2-268e-450d-9afb-d305d42b267e">
      <Terms xmlns="http://schemas.microsoft.com/office/infopath/2007/PartnerControls"/>
    </MMDUnitsNameTaxHTField0>
    <MMDResponsibleOfficeTaxHTField0 xmlns="605e85f2-268e-450d-9afb-d305d42b267e">
      <Terms xmlns="http://schemas.microsoft.com/office/infopath/2007/PartnerControls"/>
    </MMDResponsibleOfficeTaxHTField0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MojChoice4 xmlns="605e85f2-268e-450d-9afb-d305d42b267e">הזן אפשרות מס' 1</MojChoice4>
    <PublishingStartDate xmlns="http://schemas.microsoft.com/sharepoint/v3" xsi:nil="true"/>
    <GovXShortDescription xmlns="605e85f2-268e-450d-9afb-d305d42b267e" xsi:nil="true"/>
    <GovXParagraph2 xmlns="605e85f2-268e-450d-9afb-d305d42b267e" xsi:nil="true"/>
    <MojDescriptionImgSize xmlns="605e85f2-268e-450d-9afb-d305d42b267e">Small</MojDescriptionImgSize>
    <MMDType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הליך מנהלי</TermName>
          <TermId xmlns="http://schemas.microsoft.com/office/infopath/2007/PartnerControls">36fc57e9-3472-4ede-aeab-fd7c34307438</TermId>
        </TermInfo>
      </Terms>
    </MMDTypesTaxHTField0>
    <e92ea0370867458c9a8635897d3d1f43 xmlns="605e85f2-268e-450d-9afb-d305d42b267e">
      <Terms xmlns="http://schemas.microsoft.com/office/infopath/2007/PartnerControls"/>
    </e92ea0370867458c9a8635897d3d1f43>
    <PublishingContact xmlns="http://schemas.microsoft.com/sharepoint/v3">
      <UserInfo>
        <DisplayName/>
        <AccountId xsi:nil="true"/>
        <AccountType/>
      </UserInfo>
    </PublishingContact>
    <PublishingContactName xmlns="http://schemas.microsoft.com/sharepoint/v3" xsi:nil="true"/>
    <Writer xmlns="605e85f2-268e-450d-9afb-d305d42b267e" xsi:nil="true"/>
    <TaxCatchAll xmlns="605e85f2-268e-450d-9afb-d305d42b267e">
      <Value>1273</Value>
      <Value>1254</Value>
    </TaxCatchAll>
    <CopyRights xmlns="605e85f2-268e-450d-9afb-d305d42b267e">false</CopyRights>
  </documentManagement>
</p:properties>
</file>

<file path=customXml/itemProps1.xml><?xml version="1.0" encoding="utf-8"?>
<ds:datastoreItem xmlns:ds="http://schemas.openxmlformats.org/officeDocument/2006/customXml" ds:itemID="{36368D2A-773C-40AF-AAD7-B8BCBC3BCE9B}"/>
</file>

<file path=customXml/itemProps2.xml><?xml version="1.0" encoding="utf-8"?>
<ds:datastoreItem xmlns:ds="http://schemas.openxmlformats.org/officeDocument/2006/customXml" ds:itemID="{E60CCCB4-65F5-43A0-A721-A58210E65498}"/>
</file>

<file path=customXml/itemProps3.xml><?xml version="1.0" encoding="utf-8"?>
<ds:datastoreItem xmlns:ds="http://schemas.openxmlformats.org/officeDocument/2006/customXml" ds:itemID="{EE00F3F8-7A47-47E4-8091-C9D5C63DC0F8}"/>
</file>

<file path=docProps/app.xml><?xml version="1.0" encoding="utf-8"?>
<Properties xmlns="http://schemas.openxmlformats.org/officeDocument/2006/extended-properties" xmlns:vt="http://schemas.openxmlformats.org/officeDocument/2006/docPropsVTypes">
  <Template>345CAE0F.dotm</Template>
  <TotalTime>0</TotalTime>
  <Pages>2</Pages>
  <Words>479</Words>
  <Characters>2400</Characters>
  <Application>Microsoft Office Word</Application>
  <DocSecurity>8</DocSecurity>
  <Lines>20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נספח- בקשה לביטול חכירות והעברת בעלות לחוכרים</dc:title>
  <dc:creator>sapir levi</dc:creator>
  <cp:lastModifiedBy>Yael Chanun</cp:lastModifiedBy>
  <cp:revision>2</cp:revision>
  <dcterms:created xsi:type="dcterms:W3CDTF">2019-07-15T10:47:00Z</dcterms:created>
  <dcterms:modified xsi:type="dcterms:W3CDTF">2019-07-15T10:47:00Z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0x010100C568DB52D9D0A14D9B2FDCC96666E9F2007948130EC3DB064584E219954237AF3905010103003B61C1C3A83E834EA4EC19A2A9736F65</vt:lpwstr>
  </property>
  <property fmtid="{D5CDD505-2E9C-101B-9397-08002B2CF9AE}" pid="3" name="MMDUnitsName">
    <vt:lpwstr/>
  </property>
  <property fmtid="{D5CDD505-2E9C-101B-9397-08002B2CF9AE}" pid="4" name="MMDResponsibleUnit">
    <vt:lpwstr/>
  </property>
  <property fmtid="{D5CDD505-2E9C-101B-9397-08002B2CF9AE}" pid="5" name="MMDKeywords">
    <vt:lpwstr/>
  </property>
  <property fmtid="{D5CDD505-2E9C-101B-9397-08002B2CF9AE}" pid="6" name="MMDAudience">
    <vt:lpwstr/>
  </property>
  <property fmtid="{D5CDD505-2E9C-101B-9397-08002B2CF9AE}" pid="7" name="MMDTypes">
    <vt:lpwstr>1273;#הליך מנהלי|36fc57e9-3472-4ede-aeab-fd7c34307438</vt:lpwstr>
  </property>
  <property fmtid="{D5CDD505-2E9C-101B-9397-08002B2CF9AE}" pid="8" name="MMDSubjects">
    <vt:lpwstr>1254;#לשכות המפקחים על רישום המקרקעין|76ad1aaa-b431-4b5c-ab58-1611f68002c0</vt:lpwstr>
  </property>
  <property fmtid="{D5CDD505-2E9C-101B-9397-08002B2CF9AE}" pid="9" name="MMDResponsibleOffice">
    <vt:lpwstr/>
  </property>
  <property fmtid="{D5CDD505-2E9C-101B-9397-08002B2CF9AE}" pid="10" name="MMDStatus">
    <vt:lpwstr/>
  </property>
  <property fmtid="{D5CDD505-2E9C-101B-9397-08002B2CF9AE}" pid="11" name="MMDcounty">
    <vt:lpwstr/>
  </property>
</Properties>
</file>