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68D" w:rsidRPr="00251897" w:rsidRDefault="0073168D" w:rsidP="00251897">
      <w:pPr>
        <w:pStyle w:val="1"/>
        <w:jc w:val="center"/>
        <w:rPr>
          <w:rFonts w:ascii="David" w:hAnsi="David" w:cs="David" w:hint="cs"/>
          <w:color w:val="000000" w:themeColor="text1"/>
          <w:rtl/>
        </w:rPr>
      </w:pPr>
    </w:p>
    <w:p w:rsidR="0073168D" w:rsidRPr="00251897" w:rsidRDefault="00526D0A" w:rsidP="00251897">
      <w:pPr>
        <w:pStyle w:val="1"/>
        <w:jc w:val="center"/>
        <w:rPr>
          <w:rFonts w:ascii="David" w:hAnsi="David" w:cs="David"/>
          <w:b/>
          <w:bCs/>
          <w:color w:val="000000" w:themeColor="text1"/>
          <w:sz w:val="28"/>
          <w:szCs w:val="28"/>
          <w:u w:val="single"/>
          <w:rtl/>
        </w:rPr>
      </w:pPr>
      <w:r>
        <w:rPr>
          <w:rFonts w:ascii="David" w:hAnsi="David" w:cs="David" w:hint="cs"/>
          <w:b/>
          <w:bCs/>
          <w:color w:val="000000" w:themeColor="text1"/>
          <w:sz w:val="28"/>
          <w:szCs w:val="28"/>
          <w:u w:val="single"/>
          <w:rtl/>
        </w:rPr>
        <w:t>דוגמה ל</w:t>
      </w:r>
      <w:r w:rsidR="0073168D" w:rsidRPr="00251897">
        <w:rPr>
          <w:rFonts w:ascii="David" w:hAnsi="David" w:cs="David"/>
          <w:b/>
          <w:bCs/>
          <w:color w:val="000000" w:themeColor="text1"/>
          <w:sz w:val="28"/>
          <w:szCs w:val="28"/>
          <w:u w:val="single"/>
          <w:rtl/>
        </w:rPr>
        <w:t>תצהיר לייחוד הערות אזהרה</w:t>
      </w:r>
    </w:p>
    <w:p w:rsidR="0073168D" w:rsidRPr="0002713E" w:rsidRDefault="0073168D" w:rsidP="0073168D">
      <w:pPr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</w:p>
    <w:p w:rsidR="0073168D" w:rsidRPr="0002713E" w:rsidRDefault="0073168D" w:rsidP="00526D0A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02713E">
        <w:rPr>
          <w:rFonts w:ascii="David" w:hAnsi="David" w:cs="David"/>
          <w:sz w:val="24"/>
          <w:szCs w:val="24"/>
          <w:rtl/>
        </w:rPr>
        <w:t xml:space="preserve">אני הח"מ </w:t>
      </w:r>
      <w:r w:rsidRPr="0002713E">
        <w:rPr>
          <w:rFonts w:ascii="David" w:hAnsi="David" w:cs="David"/>
          <w:sz w:val="24"/>
          <w:szCs w:val="24"/>
          <w:u w:val="single"/>
          <w:rtl/>
        </w:rPr>
        <w:tab/>
      </w:r>
      <w:r w:rsidRPr="0002713E">
        <w:rPr>
          <w:rFonts w:ascii="David" w:hAnsi="David" w:cs="David"/>
          <w:sz w:val="24"/>
          <w:szCs w:val="24"/>
          <w:u w:val="single"/>
          <w:rtl/>
        </w:rPr>
        <w:tab/>
      </w:r>
      <w:r w:rsidRPr="0002713E">
        <w:rPr>
          <w:rFonts w:ascii="David" w:hAnsi="David" w:cs="David"/>
          <w:sz w:val="24"/>
          <w:szCs w:val="24"/>
          <w:u w:val="single"/>
          <w:rtl/>
        </w:rPr>
        <w:tab/>
      </w:r>
      <w:r w:rsidRPr="0002713E">
        <w:rPr>
          <w:rFonts w:ascii="David" w:hAnsi="David" w:cs="David"/>
          <w:sz w:val="24"/>
          <w:szCs w:val="24"/>
          <w:rtl/>
        </w:rPr>
        <w:t xml:space="preserve">עו"ד, </w:t>
      </w:r>
      <w:proofErr w:type="spellStart"/>
      <w:r w:rsidRPr="0002713E">
        <w:rPr>
          <w:rFonts w:ascii="David" w:hAnsi="David" w:cs="David"/>
          <w:sz w:val="24"/>
          <w:szCs w:val="24"/>
          <w:rtl/>
        </w:rPr>
        <w:t>מ.ר</w:t>
      </w:r>
      <w:proofErr w:type="spellEnd"/>
      <w:r w:rsidRPr="0002713E">
        <w:rPr>
          <w:rFonts w:ascii="David" w:hAnsi="David" w:cs="David"/>
          <w:sz w:val="24"/>
          <w:szCs w:val="24"/>
          <w:rtl/>
        </w:rPr>
        <w:t xml:space="preserve">. </w:t>
      </w:r>
      <w:r w:rsidRPr="0002713E">
        <w:rPr>
          <w:rFonts w:ascii="David" w:hAnsi="David" w:cs="David"/>
          <w:sz w:val="24"/>
          <w:szCs w:val="24"/>
          <w:u w:val="single"/>
          <w:rtl/>
        </w:rPr>
        <w:tab/>
      </w:r>
      <w:r w:rsidRPr="0002713E">
        <w:rPr>
          <w:rFonts w:ascii="David" w:hAnsi="David" w:cs="David"/>
          <w:sz w:val="24"/>
          <w:szCs w:val="24"/>
          <w:u w:val="single"/>
          <w:rtl/>
        </w:rPr>
        <w:tab/>
      </w:r>
      <w:r w:rsidRPr="0002713E">
        <w:rPr>
          <w:rFonts w:ascii="David" w:hAnsi="David" w:cs="David"/>
          <w:sz w:val="24"/>
          <w:szCs w:val="24"/>
          <w:rtl/>
        </w:rPr>
        <w:t xml:space="preserve">, לאחר שהוזהרתי כי עליי לומר את האמת וכי אם לא אעשה כן, אהיה צפוי/ה לעונשים </w:t>
      </w:r>
      <w:r>
        <w:rPr>
          <w:rFonts w:ascii="David" w:hAnsi="David" w:cs="David"/>
          <w:sz w:val="24"/>
          <w:szCs w:val="24"/>
          <w:rtl/>
        </w:rPr>
        <w:t>הקבועים בחוק, מצהיר/ה בזה כדלה</w:t>
      </w:r>
      <w:r>
        <w:rPr>
          <w:rFonts w:ascii="David" w:hAnsi="David" w:cs="David" w:hint="cs"/>
          <w:sz w:val="24"/>
          <w:szCs w:val="24"/>
          <w:rtl/>
        </w:rPr>
        <w:t>לן:</w:t>
      </w:r>
      <w:r w:rsidRPr="0002713E">
        <w:rPr>
          <w:rFonts w:ascii="David" w:hAnsi="David" w:cs="David"/>
          <w:sz w:val="24"/>
          <w:szCs w:val="24"/>
        </w:rPr>
        <w:t xml:space="preserve"> </w:t>
      </w:r>
    </w:p>
    <w:p w:rsidR="0073168D" w:rsidRDefault="0073168D" w:rsidP="002603C4">
      <w:pPr>
        <w:pStyle w:val="ad"/>
        <w:numPr>
          <w:ilvl w:val="0"/>
          <w:numId w:val="11"/>
        </w:numPr>
        <w:spacing w:after="160" w:line="360" w:lineRule="auto"/>
        <w:ind w:left="360"/>
        <w:jc w:val="both"/>
        <w:rPr>
          <w:rFonts w:ascii="David" w:hAnsi="David" w:cs="David"/>
        </w:rPr>
      </w:pPr>
      <w:r w:rsidRPr="0002713E">
        <w:rPr>
          <w:rFonts w:ascii="David" w:hAnsi="David" w:cs="David"/>
          <w:rtl/>
        </w:rPr>
        <w:t xml:space="preserve">בדקתי את ההתחייבויות בתיקי הערות האזהרה הרשומות על המקרקעין הידועים כחלקה </w:t>
      </w:r>
      <w:r w:rsidRPr="0002713E">
        <w:rPr>
          <w:rFonts w:ascii="David" w:hAnsi="David" w:cs="David"/>
          <w:u w:val="single"/>
          <w:rtl/>
        </w:rPr>
        <w:tab/>
      </w:r>
      <w:r w:rsidRPr="0002713E">
        <w:rPr>
          <w:rFonts w:ascii="David" w:hAnsi="David" w:cs="David"/>
          <w:u w:val="single"/>
          <w:rtl/>
        </w:rPr>
        <w:tab/>
      </w:r>
      <w:r w:rsidRPr="0002713E">
        <w:rPr>
          <w:rFonts w:ascii="David" w:hAnsi="David" w:cs="David"/>
          <w:rtl/>
        </w:rPr>
        <w:t xml:space="preserve"> בגוש</w:t>
      </w:r>
      <w:r w:rsidRPr="0002713E">
        <w:rPr>
          <w:rFonts w:ascii="David" w:hAnsi="David" w:cs="David"/>
          <w:u w:val="single"/>
          <w:rtl/>
        </w:rPr>
        <w:tab/>
      </w:r>
      <w:r w:rsidRPr="0002713E">
        <w:rPr>
          <w:rFonts w:ascii="David" w:hAnsi="David" w:cs="David"/>
          <w:u w:val="single"/>
          <w:rtl/>
        </w:rPr>
        <w:tab/>
      </w:r>
      <w:r w:rsidRPr="0002713E">
        <w:rPr>
          <w:rFonts w:ascii="David" w:hAnsi="David" w:cs="David"/>
          <w:rtl/>
        </w:rPr>
        <w:t xml:space="preserve"> /טיפלתי בחוזי המכר </w:t>
      </w:r>
      <w:r w:rsidR="002603C4">
        <w:rPr>
          <w:rFonts w:ascii="David" w:hAnsi="David" w:cs="David" w:hint="cs"/>
          <w:rtl/>
        </w:rPr>
        <w:t>מושא</w:t>
      </w:r>
      <w:r w:rsidR="002603C4" w:rsidRPr="0002713E">
        <w:rPr>
          <w:rFonts w:ascii="David" w:hAnsi="David" w:cs="David"/>
          <w:rtl/>
        </w:rPr>
        <w:t xml:space="preserve"> </w:t>
      </w:r>
      <w:r w:rsidRPr="0002713E">
        <w:rPr>
          <w:rFonts w:ascii="David" w:hAnsi="David" w:cs="David"/>
          <w:rtl/>
        </w:rPr>
        <w:t>ההערות.</w:t>
      </w:r>
    </w:p>
    <w:p w:rsidR="0073168D" w:rsidRPr="002603C4" w:rsidRDefault="0073168D" w:rsidP="00526D0A">
      <w:pPr>
        <w:pStyle w:val="ad"/>
        <w:spacing w:line="360" w:lineRule="auto"/>
        <w:ind w:left="360"/>
        <w:jc w:val="both"/>
        <w:rPr>
          <w:rFonts w:ascii="David" w:hAnsi="David" w:cs="David"/>
        </w:rPr>
      </w:pPr>
    </w:p>
    <w:p w:rsidR="0073168D" w:rsidRDefault="0073168D" w:rsidP="00526D0A">
      <w:pPr>
        <w:pStyle w:val="ad"/>
        <w:numPr>
          <w:ilvl w:val="0"/>
          <w:numId w:val="11"/>
        </w:numPr>
        <w:spacing w:after="160" w:line="360" w:lineRule="auto"/>
        <w:ind w:left="360"/>
        <w:jc w:val="both"/>
        <w:rPr>
          <w:rFonts w:ascii="David" w:hAnsi="David" w:cs="David"/>
        </w:rPr>
      </w:pPr>
      <w:r w:rsidRPr="0002713E">
        <w:rPr>
          <w:rFonts w:ascii="David" w:hAnsi="David" w:cs="David"/>
          <w:rtl/>
        </w:rPr>
        <w:t>הריני לאשר כי רישום הבית המשותף אינו פוגע בזכויות הזכאים על פי הערות האזהרה הרשומות על המקרקעין, ואינ</w:t>
      </w:r>
      <w:r w:rsidR="002603C4">
        <w:rPr>
          <w:rFonts w:ascii="David" w:hAnsi="David" w:cs="David" w:hint="cs"/>
          <w:rtl/>
        </w:rPr>
        <w:t>ו</w:t>
      </w:r>
      <w:r w:rsidRPr="0002713E">
        <w:rPr>
          <w:rFonts w:ascii="David" w:hAnsi="David" w:cs="David"/>
          <w:rtl/>
        </w:rPr>
        <w:t xml:space="preserve"> מהווה ע</w:t>
      </w:r>
      <w:r>
        <w:rPr>
          <w:rFonts w:ascii="David" w:hAnsi="David" w:cs="David"/>
          <w:rtl/>
        </w:rPr>
        <w:t>סקה הסותרת את תוכנן</w:t>
      </w:r>
      <w:r w:rsidRPr="0002713E">
        <w:rPr>
          <w:rFonts w:ascii="David" w:hAnsi="David" w:cs="David"/>
          <w:rtl/>
        </w:rPr>
        <w:t>.</w:t>
      </w:r>
    </w:p>
    <w:p w:rsidR="0073168D" w:rsidRPr="002603C4" w:rsidRDefault="0073168D" w:rsidP="00526D0A">
      <w:pPr>
        <w:pStyle w:val="ad"/>
        <w:spacing w:line="360" w:lineRule="auto"/>
        <w:ind w:left="360"/>
        <w:rPr>
          <w:rFonts w:ascii="David" w:hAnsi="David" w:cs="David"/>
          <w:rtl/>
        </w:rPr>
      </w:pPr>
    </w:p>
    <w:p w:rsidR="0073168D" w:rsidRDefault="0073168D" w:rsidP="00526D0A">
      <w:pPr>
        <w:pStyle w:val="ad"/>
        <w:numPr>
          <w:ilvl w:val="0"/>
          <w:numId w:val="11"/>
        </w:numPr>
        <w:spacing w:after="160" w:line="360" w:lineRule="auto"/>
        <w:ind w:left="360"/>
        <w:jc w:val="both"/>
        <w:rPr>
          <w:rFonts w:ascii="David" w:hAnsi="David" w:cs="David"/>
        </w:rPr>
      </w:pPr>
      <w:r>
        <w:rPr>
          <w:rFonts w:ascii="David" w:hAnsi="David" w:cs="David" w:hint="cs"/>
          <w:rtl/>
        </w:rPr>
        <w:t xml:space="preserve">הריני לאשר כי עיינתי בתשריט הבית המשותף וזיהיתי את התאמת הדירות באופן שתיאור חלקות המשנה בתשריט תואם את תיאור הדירות בחוזי הרכישה. </w:t>
      </w:r>
    </w:p>
    <w:p w:rsidR="0073168D" w:rsidRPr="0002713E" w:rsidRDefault="0073168D" w:rsidP="00526D0A">
      <w:pPr>
        <w:pStyle w:val="ad"/>
        <w:spacing w:line="360" w:lineRule="auto"/>
        <w:ind w:left="360"/>
        <w:rPr>
          <w:rFonts w:ascii="David" w:hAnsi="David" w:cs="David"/>
          <w:rtl/>
        </w:rPr>
      </w:pPr>
    </w:p>
    <w:p w:rsidR="0073168D" w:rsidRDefault="0073168D" w:rsidP="00526D0A">
      <w:pPr>
        <w:pStyle w:val="ad"/>
        <w:numPr>
          <w:ilvl w:val="0"/>
          <w:numId w:val="11"/>
        </w:numPr>
        <w:spacing w:after="160" w:line="360" w:lineRule="auto"/>
        <w:ind w:left="360"/>
      </w:pPr>
      <w:r w:rsidRPr="00E02702">
        <w:rPr>
          <w:rFonts w:ascii="David" w:hAnsi="David" w:cs="David"/>
          <w:rtl/>
        </w:rPr>
        <w:t>את הערות האזהרה יש לייחד כמפורט בנסח הרישום המצורף לתצהיר זה, ו</w:t>
      </w:r>
      <w:r>
        <w:rPr>
          <w:rFonts w:ascii="David" w:hAnsi="David" w:cs="David" w:hint="cs"/>
          <w:rtl/>
        </w:rPr>
        <w:t>ה</w:t>
      </w:r>
      <w:r w:rsidRPr="00E02702">
        <w:rPr>
          <w:rFonts w:ascii="David" w:hAnsi="David" w:cs="David"/>
          <w:rtl/>
        </w:rPr>
        <w:t>מהווה חלק בלתי נפרד</w:t>
      </w:r>
      <w:r>
        <w:rPr>
          <w:rFonts w:ascii="David" w:hAnsi="David" w:cs="David" w:hint="cs"/>
          <w:rtl/>
        </w:rPr>
        <w:t xml:space="preserve"> ממנו, בו מסומן לצד כל הערה לאיזו חלקת משנה יש לייחדה.</w:t>
      </w:r>
    </w:p>
    <w:p w:rsidR="0073168D" w:rsidRDefault="0073168D" w:rsidP="00526D0A">
      <w:pPr>
        <w:pStyle w:val="ad"/>
        <w:spacing w:line="360" w:lineRule="auto"/>
        <w:ind w:left="360"/>
        <w:rPr>
          <w:rtl/>
        </w:rPr>
      </w:pPr>
    </w:p>
    <w:p w:rsidR="0073168D" w:rsidRPr="0071506A" w:rsidRDefault="0073168D" w:rsidP="00526D0A">
      <w:pPr>
        <w:pStyle w:val="ad"/>
        <w:numPr>
          <w:ilvl w:val="0"/>
          <w:numId w:val="11"/>
        </w:numPr>
        <w:spacing w:after="160" w:line="360" w:lineRule="auto"/>
        <w:ind w:left="360"/>
        <w:rPr>
          <w:rFonts w:ascii="David" w:hAnsi="David" w:cs="David"/>
        </w:rPr>
      </w:pPr>
      <w:r w:rsidRPr="0071506A">
        <w:rPr>
          <w:rFonts w:ascii="David" w:hAnsi="David" w:cs="David" w:hint="cs"/>
          <w:rtl/>
        </w:rPr>
        <w:t>אני מצהיר כי זה שמי, זו חתימתי ותוכן הצהרה זו אמת.</w:t>
      </w:r>
    </w:p>
    <w:p w:rsidR="0073168D" w:rsidRPr="00974716" w:rsidRDefault="0073168D" w:rsidP="00526D0A">
      <w:pPr>
        <w:pStyle w:val="ad"/>
        <w:spacing w:line="360" w:lineRule="auto"/>
        <w:rPr>
          <w:rtl/>
        </w:rPr>
      </w:pPr>
    </w:p>
    <w:p w:rsidR="0073168D" w:rsidRDefault="0073168D" w:rsidP="0073168D">
      <w:pPr>
        <w:rPr>
          <w:rtl/>
        </w:rPr>
      </w:pPr>
    </w:p>
    <w:p w:rsidR="0073168D" w:rsidRPr="00E02702" w:rsidRDefault="00251897" w:rsidP="0073168D">
      <w:pPr>
        <w:ind w:left="5760"/>
        <w:rPr>
          <w:rFonts w:ascii="David" w:hAnsi="David" w:cs="David"/>
          <w:sz w:val="24"/>
          <w:szCs w:val="24"/>
          <w:u w:val="single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238125</wp:posOffset>
                </wp:positionV>
                <wp:extent cx="1419225" cy="19050"/>
                <wp:effectExtent l="0" t="0" r="9525" b="0"/>
                <wp:wrapNone/>
                <wp:docPr id="3" name="מחבר ישר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922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C03114B" id="מחבר ישר 1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pt,18.75pt" to="168.7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">
                <o:lock v:ext="edit" shapetype="f"/>
              </v:line>
            </w:pict>
          </mc:Fallback>
        </mc:AlternateContent>
      </w:r>
    </w:p>
    <w:p w:rsidR="0073168D" w:rsidRPr="00526D0A" w:rsidRDefault="000124CD" w:rsidP="0073168D">
      <w:pPr>
        <w:ind w:left="4320" w:firstLine="720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</w:t>
      </w:r>
      <w:r w:rsidR="0073168D" w:rsidRPr="00526D0A">
        <w:rPr>
          <w:rFonts w:ascii="David" w:hAnsi="David" w:cs="David" w:hint="cs"/>
          <w:b/>
          <w:bCs/>
          <w:sz w:val="24"/>
          <w:szCs w:val="24"/>
          <w:rtl/>
        </w:rPr>
        <w:t>חתימת עוה"ד המצהיר</w:t>
      </w:r>
    </w:p>
    <w:p w:rsidR="0073168D" w:rsidRDefault="0073168D" w:rsidP="0073168D">
      <w:pPr>
        <w:jc w:val="right"/>
        <w:rPr>
          <w:rtl/>
        </w:rPr>
      </w:pPr>
    </w:p>
    <w:p w:rsidR="0073168D" w:rsidRDefault="0073168D" w:rsidP="00526D0A">
      <w:pPr>
        <w:pStyle w:val="2"/>
        <w:spacing w:line="360" w:lineRule="auto"/>
        <w:rPr>
          <w:rtl/>
        </w:rPr>
      </w:pPr>
      <w:r w:rsidRPr="0002713E">
        <w:rPr>
          <w:rtl/>
        </w:rPr>
        <w:t>אימות חתימה</w:t>
      </w:r>
    </w:p>
    <w:p w:rsidR="00526D0A" w:rsidRPr="00526D0A" w:rsidRDefault="00526D0A" w:rsidP="00526D0A">
      <w:pPr>
        <w:rPr>
          <w:rtl/>
        </w:rPr>
      </w:pPr>
    </w:p>
    <w:p w:rsidR="0073168D" w:rsidRDefault="0073168D" w:rsidP="00526D0A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02713E">
        <w:rPr>
          <w:rFonts w:ascii="David" w:hAnsi="David" w:cs="David"/>
          <w:sz w:val="24"/>
          <w:szCs w:val="24"/>
          <w:rtl/>
        </w:rPr>
        <w:t xml:space="preserve">אני, עו"ד </w:t>
      </w:r>
      <w:r>
        <w:rPr>
          <w:rFonts w:ascii="David" w:hAnsi="David" w:cs="David"/>
          <w:sz w:val="24"/>
          <w:szCs w:val="24"/>
          <w:u w:val="single"/>
          <w:rtl/>
        </w:rPr>
        <w:tab/>
      </w:r>
      <w:r>
        <w:rPr>
          <w:rFonts w:ascii="David" w:hAnsi="David" w:cs="David"/>
          <w:sz w:val="24"/>
          <w:szCs w:val="24"/>
          <w:u w:val="single"/>
          <w:rtl/>
        </w:rPr>
        <w:tab/>
      </w:r>
      <w:r>
        <w:rPr>
          <w:rFonts w:ascii="David" w:hAnsi="David" w:cs="David"/>
          <w:sz w:val="24"/>
          <w:szCs w:val="24"/>
          <w:u w:val="single"/>
          <w:rtl/>
        </w:rPr>
        <w:tab/>
      </w:r>
      <w:r>
        <w:rPr>
          <w:rFonts w:ascii="David" w:hAnsi="David" w:cs="David" w:hint="cs"/>
          <w:sz w:val="24"/>
          <w:szCs w:val="24"/>
          <w:rtl/>
        </w:rPr>
        <w:t xml:space="preserve">, </w:t>
      </w:r>
      <w:r w:rsidRPr="0002713E">
        <w:rPr>
          <w:rFonts w:ascii="David" w:hAnsi="David" w:cs="David"/>
          <w:sz w:val="24"/>
          <w:szCs w:val="24"/>
          <w:rtl/>
        </w:rPr>
        <w:t xml:space="preserve">מעיד בזה כי ביום </w:t>
      </w:r>
      <w:r>
        <w:rPr>
          <w:rFonts w:ascii="David" w:hAnsi="David" w:cs="David"/>
          <w:sz w:val="24"/>
          <w:szCs w:val="24"/>
          <w:u w:val="single"/>
          <w:rtl/>
        </w:rPr>
        <w:tab/>
      </w:r>
      <w:r>
        <w:rPr>
          <w:rFonts w:ascii="David" w:hAnsi="David" w:cs="David"/>
          <w:sz w:val="24"/>
          <w:szCs w:val="24"/>
          <w:u w:val="single"/>
          <w:rtl/>
        </w:rPr>
        <w:tab/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02713E">
        <w:rPr>
          <w:rFonts w:ascii="David" w:hAnsi="David" w:cs="David"/>
          <w:sz w:val="24"/>
          <w:szCs w:val="24"/>
          <w:rtl/>
        </w:rPr>
        <w:t xml:space="preserve">הופיע/ה בפניי עו"ד </w:t>
      </w:r>
      <w:r>
        <w:rPr>
          <w:rFonts w:ascii="David" w:hAnsi="David" w:cs="David"/>
          <w:sz w:val="24"/>
          <w:szCs w:val="24"/>
          <w:u w:val="single"/>
          <w:rtl/>
        </w:rPr>
        <w:tab/>
      </w:r>
      <w:r>
        <w:rPr>
          <w:rFonts w:ascii="David" w:hAnsi="David" w:cs="David"/>
          <w:sz w:val="24"/>
          <w:szCs w:val="24"/>
          <w:u w:val="single"/>
          <w:rtl/>
        </w:rPr>
        <w:tab/>
      </w:r>
      <w:r>
        <w:rPr>
          <w:rFonts w:ascii="David" w:hAnsi="David" w:cs="David"/>
          <w:sz w:val="24"/>
          <w:szCs w:val="24"/>
          <w:u w:val="single"/>
          <w:rtl/>
        </w:rPr>
        <w:tab/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02713E">
        <w:rPr>
          <w:rFonts w:ascii="David" w:hAnsi="David" w:cs="David"/>
          <w:sz w:val="24"/>
          <w:szCs w:val="24"/>
          <w:rtl/>
        </w:rPr>
        <w:t xml:space="preserve">ולאחר שהזהרתיו/ה לומר את האמת וכי אם לא </w:t>
      </w:r>
      <w:r w:rsidR="00A71374">
        <w:rPr>
          <w:rFonts w:ascii="David" w:hAnsi="David" w:cs="David" w:hint="cs"/>
          <w:sz w:val="24"/>
          <w:szCs w:val="24"/>
          <w:rtl/>
        </w:rPr>
        <w:t>ת/</w:t>
      </w:r>
      <w:r w:rsidRPr="0002713E">
        <w:rPr>
          <w:rFonts w:ascii="David" w:hAnsi="David" w:cs="David"/>
          <w:sz w:val="24"/>
          <w:szCs w:val="24"/>
          <w:rtl/>
        </w:rPr>
        <w:t xml:space="preserve">יעשה כן יהיה/תהיה צפוי/ה לעונשים הקבועים בחוק, </w:t>
      </w:r>
      <w:proofErr w:type="spellStart"/>
      <w:r w:rsidRPr="0002713E">
        <w:rPr>
          <w:rFonts w:ascii="David" w:hAnsi="David" w:cs="David"/>
          <w:sz w:val="24"/>
          <w:szCs w:val="24"/>
          <w:rtl/>
        </w:rPr>
        <w:t>חתמ</w:t>
      </w:r>
      <w:proofErr w:type="spellEnd"/>
      <w:r w:rsidRPr="0002713E">
        <w:rPr>
          <w:rFonts w:ascii="David" w:hAnsi="David" w:cs="David"/>
          <w:sz w:val="24"/>
          <w:szCs w:val="24"/>
          <w:rtl/>
        </w:rPr>
        <w:t>/ה על תצהיר זה בפניי</w:t>
      </w:r>
      <w:r w:rsidRPr="0002713E">
        <w:rPr>
          <w:rFonts w:ascii="David" w:hAnsi="David" w:cs="David"/>
          <w:sz w:val="24"/>
          <w:szCs w:val="24"/>
        </w:rPr>
        <w:t>.</w:t>
      </w:r>
    </w:p>
    <w:p w:rsidR="00251897" w:rsidRPr="0002713E" w:rsidRDefault="00251897" w:rsidP="00251897">
      <w:pPr>
        <w:jc w:val="both"/>
        <w:rPr>
          <w:rFonts w:ascii="David" w:hAnsi="David" w:cs="David"/>
          <w:sz w:val="24"/>
          <w:szCs w:val="24"/>
          <w:rtl/>
        </w:rPr>
      </w:pPr>
    </w:p>
    <w:bookmarkStart w:id="0" w:name="_GoBack"/>
    <w:bookmarkEnd w:id="0"/>
    <w:p w:rsidR="0073168D" w:rsidRPr="00E02702" w:rsidRDefault="00251897" w:rsidP="0073168D">
      <w:pPr>
        <w:ind w:left="5760"/>
        <w:rPr>
          <w:rFonts w:ascii="David" w:hAnsi="David" w:cs="David"/>
          <w:sz w:val="24"/>
          <w:szCs w:val="24"/>
          <w:u w:val="single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238125</wp:posOffset>
                </wp:positionV>
                <wp:extent cx="1419225" cy="19050"/>
                <wp:effectExtent l="0" t="0" r="9525" b="0"/>
                <wp:wrapNone/>
                <wp:docPr id="2" name="מחבר ישר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922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6C88E18" id="מחבר ישר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pt,18.75pt" to="168.7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">
                <o:lock v:ext="edit" shapetype="f"/>
              </v:line>
            </w:pict>
          </mc:Fallback>
        </mc:AlternateContent>
      </w:r>
    </w:p>
    <w:p w:rsidR="0073168D" w:rsidRPr="00526D0A" w:rsidRDefault="000124CD" w:rsidP="0073168D">
      <w:pPr>
        <w:ind w:left="4320" w:firstLine="720"/>
        <w:rPr>
          <w:rFonts w:ascii="David" w:hAnsi="David" w:cs="David"/>
          <w:b/>
          <w:bCs/>
          <w:sz w:val="24"/>
          <w:szCs w:val="24"/>
          <w:rtl/>
        </w:rPr>
      </w:pPr>
      <w:r w:rsidRPr="00526D0A">
        <w:rPr>
          <w:rFonts w:ascii="David" w:hAnsi="David" w:cs="David" w:hint="cs"/>
          <w:b/>
          <w:bCs/>
          <w:sz w:val="24"/>
          <w:szCs w:val="24"/>
          <w:rtl/>
        </w:rPr>
        <w:t xml:space="preserve">         </w:t>
      </w:r>
      <w:r w:rsidR="0073168D" w:rsidRPr="00526D0A">
        <w:rPr>
          <w:rFonts w:ascii="David" w:hAnsi="David" w:cs="David" w:hint="cs"/>
          <w:b/>
          <w:bCs/>
          <w:sz w:val="24"/>
          <w:szCs w:val="24"/>
          <w:rtl/>
        </w:rPr>
        <w:t>חתימת עוה"ד המאמת</w:t>
      </w:r>
    </w:p>
    <w:sectPr w:rsidR="0073168D" w:rsidRPr="00526D0A" w:rsidSect="005C287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907" w:right="1559" w:bottom="851" w:left="153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E47" w:rsidRDefault="00837E47" w:rsidP="00D23714">
      <w:pPr>
        <w:spacing w:after="0" w:line="240" w:lineRule="auto"/>
      </w:pPr>
      <w:r>
        <w:separator/>
      </w:r>
    </w:p>
  </w:endnote>
  <w:endnote w:type="continuationSeparator" w:id="0">
    <w:p w:rsidR="00837E47" w:rsidRDefault="00837E47" w:rsidP="00D23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C8D" w:rsidRPr="007D4E35" w:rsidRDefault="00051C8D" w:rsidP="00526D0A">
    <w:pPr>
      <w:spacing w:after="0" w:line="240" w:lineRule="auto"/>
      <w:rPr>
        <w:rFonts w:cs="David"/>
        <w:b/>
        <w:bCs/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E47" w:rsidRDefault="00837E47" w:rsidP="00D23714">
      <w:pPr>
        <w:spacing w:after="0" w:line="240" w:lineRule="auto"/>
      </w:pPr>
      <w:r>
        <w:separator/>
      </w:r>
    </w:p>
  </w:footnote>
  <w:footnote w:type="continuationSeparator" w:id="0">
    <w:p w:rsidR="00837E47" w:rsidRDefault="00837E47" w:rsidP="00D23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D0A" w:rsidRDefault="00BB198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015454" o:spid="_x0000_s2050" type="#_x0000_t136" style="position:absolute;left:0;text-align:left;margin-left:0;margin-top:0;width:355.1pt;height:266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דוגמה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D0A" w:rsidRDefault="00BB198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015455" o:spid="_x0000_s2051" type="#_x0000_t136" style="position:absolute;left:0;text-align:left;margin-left:0;margin-top:0;width:355.1pt;height:266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דוגמה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D0A" w:rsidRDefault="00BB1984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015453" o:spid="_x0000_s2049" type="#_x0000_t136" style="position:absolute;left:0;text-align:left;margin-left:0;margin-top:0;width:355.1pt;height:266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דוגמה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10A6"/>
    <w:multiLevelType w:val="hybridMultilevel"/>
    <w:tmpl w:val="DEBED9CA"/>
    <w:lvl w:ilvl="0" w:tplc="EBCC7BD0">
      <w:start w:val="1"/>
      <w:numFmt w:val="hebrew1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BC4650F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14E88"/>
    <w:multiLevelType w:val="hybridMultilevel"/>
    <w:tmpl w:val="E688A868"/>
    <w:lvl w:ilvl="0" w:tplc="0409000F">
      <w:start w:val="1"/>
      <w:numFmt w:val="decimal"/>
      <w:lvlText w:val="%1."/>
      <w:lvlJc w:val="left"/>
      <w:pPr>
        <w:ind w:left="1137" w:hanging="360"/>
      </w:pPr>
    </w:lvl>
    <w:lvl w:ilvl="1" w:tplc="04090019" w:tentative="1">
      <w:start w:val="1"/>
      <w:numFmt w:val="lowerLetter"/>
      <w:lvlText w:val="%2."/>
      <w:lvlJc w:val="left"/>
      <w:pPr>
        <w:ind w:left="1857" w:hanging="360"/>
      </w:pPr>
    </w:lvl>
    <w:lvl w:ilvl="2" w:tplc="0409001B" w:tentative="1">
      <w:start w:val="1"/>
      <w:numFmt w:val="lowerRoman"/>
      <w:lvlText w:val="%3."/>
      <w:lvlJc w:val="right"/>
      <w:pPr>
        <w:ind w:left="2577" w:hanging="180"/>
      </w:pPr>
    </w:lvl>
    <w:lvl w:ilvl="3" w:tplc="0409000F" w:tentative="1">
      <w:start w:val="1"/>
      <w:numFmt w:val="decimal"/>
      <w:lvlText w:val="%4."/>
      <w:lvlJc w:val="left"/>
      <w:pPr>
        <w:ind w:left="3297" w:hanging="360"/>
      </w:pPr>
    </w:lvl>
    <w:lvl w:ilvl="4" w:tplc="04090019" w:tentative="1">
      <w:start w:val="1"/>
      <w:numFmt w:val="lowerLetter"/>
      <w:lvlText w:val="%5."/>
      <w:lvlJc w:val="left"/>
      <w:pPr>
        <w:ind w:left="4017" w:hanging="360"/>
      </w:pPr>
    </w:lvl>
    <w:lvl w:ilvl="5" w:tplc="0409001B" w:tentative="1">
      <w:start w:val="1"/>
      <w:numFmt w:val="lowerRoman"/>
      <w:lvlText w:val="%6."/>
      <w:lvlJc w:val="right"/>
      <w:pPr>
        <w:ind w:left="4737" w:hanging="180"/>
      </w:pPr>
    </w:lvl>
    <w:lvl w:ilvl="6" w:tplc="0409000F" w:tentative="1">
      <w:start w:val="1"/>
      <w:numFmt w:val="decimal"/>
      <w:lvlText w:val="%7."/>
      <w:lvlJc w:val="left"/>
      <w:pPr>
        <w:ind w:left="5457" w:hanging="360"/>
      </w:pPr>
    </w:lvl>
    <w:lvl w:ilvl="7" w:tplc="04090019" w:tentative="1">
      <w:start w:val="1"/>
      <w:numFmt w:val="lowerLetter"/>
      <w:lvlText w:val="%8."/>
      <w:lvlJc w:val="left"/>
      <w:pPr>
        <w:ind w:left="6177" w:hanging="360"/>
      </w:pPr>
    </w:lvl>
    <w:lvl w:ilvl="8" w:tplc="040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">
    <w:nsid w:val="0C803FBA"/>
    <w:multiLevelType w:val="hybridMultilevel"/>
    <w:tmpl w:val="CDC8F002"/>
    <w:lvl w:ilvl="0" w:tplc="E2BA803A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0DCC7D99"/>
    <w:multiLevelType w:val="hybridMultilevel"/>
    <w:tmpl w:val="7902B122"/>
    <w:lvl w:ilvl="0" w:tplc="E78ECF5C">
      <w:start w:val="1"/>
      <w:numFmt w:val="bullet"/>
      <w:lvlText w:val="-"/>
      <w:lvlJc w:val="left"/>
      <w:pPr>
        <w:ind w:left="1080" w:hanging="360"/>
      </w:pPr>
      <w:rPr>
        <w:rFonts w:ascii="David" w:eastAsia="Calibri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D4570B"/>
    <w:multiLevelType w:val="hybridMultilevel"/>
    <w:tmpl w:val="26ECA70A"/>
    <w:lvl w:ilvl="0" w:tplc="646AC4B0">
      <w:start w:val="1"/>
      <w:numFmt w:val="bullet"/>
      <w:lvlText w:val="-"/>
      <w:lvlJc w:val="left"/>
      <w:pPr>
        <w:ind w:left="777" w:hanging="360"/>
      </w:pPr>
      <w:rPr>
        <w:rFonts w:ascii="David" w:eastAsia="Calibri" w:hAnsi="David" w:cs="David" w:hint="default"/>
      </w:rPr>
    </w:lvl>
    <w:lvl w:ilvl="1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11FA5F6F"/>
    <w:multiLevelType w:val="hybridMultilevel"/>
    <w:tmpl w:val="CA386954"/>
    <w:lvl w:ilvl="0" w:tplc="2A16D8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91BE0"/>
    <w:multiLevelType w:val="hybridMultilevel"/>
    <w:tmpl w:val="40C0888E"/>
    <w:lvl w:ilvl="0" w:tplc="4F480CA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59A3784"/>
    <w:multiLevelType w:val="hybridMultilevel"/>
    <w:tmpl w:val="DC346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77CCF"/>
    <w:multiLevelType w:val="hybridMultilevel"/>
    <w:tmpl w:val="3E9448A6"/>
    <w:lvl w:ilvl="0" w:tplc="5E3A500E">
      <w:start w:val="1"/>
      <w:numFmt w:val="hebrew1"/>
      <w:lvlText w:val="%1."/>
      <w:lvlJc w:val="left"/>
      <w:pPr>
        <w:ind w:left="1080" w:hanging="360"/>
      </w:pPr>
      <w:rPr>
        <w:rFonts w:ascii="David" w:eastAsia="Calibri" w:hAnsi="David" w:cs="David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2936EF"/>
    <w:multiLevelType w:val="hybridMultilevel"/>
    <w:tmpl w:val="1CB6F9F4"/>
    <w:lvl w:ilvl="0" w:tplc="88C2FE9E">
      <w:start w:val="1"/>
      <w:numFmt w:val="decimal"/>
      <w:lvlText w:val="%1."/>
      <w:lvlJc w:val="left"/>
      <w:pPr>
        <w:ind w:left="720" w:hanging="360"/>
      </w:pPr>
      <w:rPr>
        <w:rFonts w:ascii="David" w:hAnsi="David" w:cs="David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E4673A"/>
    <w:multiLevelType w:val="hybridMultilevel"/>
    <w:tmpl w:val="285CB1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3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714"/>
    <w:rsid w:val="000124CD"/>
    <w:rsid w:val="00015604"/>
    <w:rsid w:val="00024578"/>
    <w:rsid w:val="00044C4A"/>
    <w:rsid w:val="000460C3"/>
    <w:rsid w:val="000464C1"/>
    <w:rsid w:val="00051C8D"/>
    <w:rsid w:val="000747FA"/>
    <w:rsid w:val="00090189"/>
    <w:rsid w:val="000B1539"/>
    <w:rsid w:val="000B216B"/>
    <w:rsid w:val="000C293F"/>
    <w:rsid w:val="000D7632"/>
    <w:rsid w:val="000E17EF"/>
    <w:rsid w:val="000F3A6A"/>
    <w:rsid w:val="0010534E"/>
    <w:rsid w:val="00106730"/>
    <w:rsid w:val="00143DAB"/>
    <w:rsid w:val="00161567"/>
    <w:rsid w:val="001832CD"/>
    <w:rsid w:val="00186EFB"/>
    <w:rsid w:val="00187B8E"/>
    <w:rsid w:val="00187E1A"/>
    <w:rsid w:val="001C04F0"/>
    <w:rsid w:val="001F321C"/>
    <w:rsid w:val="001F38BA"/>
    <w:rsid w:val="00205240"/>
    <w:rsid w:val="00213C75"/>
    <w:rsid w:val="00221584"/>
    <w:rsid w:val="00246A5E"/>
    <w:rsid w:val="00251897"/>
    <w:rsid w:val="002521B6"/>
    <w:rsid w:val="002603C4"/>
    <w:rsid w:val="002749F1"/>
    <w:rsid w:val="002923AC"/>
    <w:rsid w:val="002A3DD2"/>
    <w:rsid w:val="002B0638"/>
    <w:rsid w:val="002B2018"/>
    <w:rsid w:val="002B6BD2"/>
    <w:rsid w:val="002E37F2"/>
    <w:rsid w:val="002F2B84"/>
    <w:rsid w:val="003112C3"/>
    <w:rsid w:val="00313BEF"/>
    <w:rsid w:val="00317FE0"/>
    <w:rsid w:val="00334021"/>
    <w:rsid w:val="003411EF"/>
    <w:rsid w:val="00341E96"/>
    <w:rsid w:val="0034216C"/>
    <w:rsid w:val="00360002"/>
    <w:rsid w:val="0036017C"/>
    <w:rsid w:val="003678EE"/>
    <w:rsid w:val="0038627B"/>
    <w:rsid w:val="00390E30"/>
    <w:rsid w:val="003A4100"/>
    <w:rsid w:val="003A6EA6"/>
    <w:rsid w:val="003B3D33"/>
    <w:rsid w:val="003C2376"/>
    <w:rsid w:val="003F493E"/>
    <w:rsid w:val="00404DD3"/>
    <w:rsid w:val="00410A5B"/>
    <w:rsid w:val="00413EDF"/>
    <w:rsid w:val="00414FEE"/>
    <w:rsid w:val="004252A7"/>
    <w:rsid w:val="004349EA"/>
    <w:rsid w:val="0043552B"/>
    <w:rsid w:val="004417C6"/>
    <w:rsid w:val="00443670"/>
    <w:rsid w:val="004658F1"/>
    <w:rsid w:val="004857F3"/>
    <w:rsid w:val="0049357F"/>
    <w:rsid w:val="004967D6"/>
    <w:rsid w:val="004C18F2"/>
    <w:rsid w:val="004D1569"/>
    <w:rsid w:val="004D5D3E"/>
    <w:rsid w:val="004D644F"/>
    <w:rsid w:val="004E2226"/>
    <w:rsid w:val="004E41F4"/>
    <w:rsid w:val="004E5381"/>
    <w:rsid w:val="00510FC4"/>
    <w:rsid w:val="005237EA"/>
    <w:rsid w:val="00526D0A"/>
    <w:rsid w:val="00530682"/>
    <w:rsid w:val="0053247C"/>
    <w:rsid w:val="00536547"/>
    <w:rsid w:val="00546344"/>
    <w:rsid w:val="00553673"/>
    <w:rsid w:val="005565D7"/>
    <w:rsid w:val="005634B6"/>
    <w:rsid w:val="00585AD2"/>
    <w:rsid w:val="005A5152"/>
    <w:rsid w:val="005C287B"/>
    <w:rsid w:val="005F728A"/>
    <w:rsid w:val="00606B08"/>
    <w:rsid w:val="0061232E"/>
    <w:rsid w:val="0061722E"/>
    <w:rsid w:val="00627338"/>
    <w:rsid w:val="0064018A"/>
    <w:rsid w:val="00654C23"/>
    <w:rsid w:val="00661DCB"/>
    <w:rsid w:val="00693421"/>
    <w:rsid w:val="006A4380"/>
    <w:rsid w:val="006A7696"/>
    <w:rsid w:val="006C7F9C"/>
    <w:rsid w:val="006D4BBD"/>
    <w:rsid w:val="006F0559"/>
    <w:rsid w:val="00702B6E"/>
    <w:rsid w:val="0070414D"/>
    <w:rsid w:val="00713483"/>
    <w:rsid w:val="00722787"/>
    <w:rsid w:val="0073168D"/>
    <w:rsid w:val="00754BAA"/>
    <w:rsid w:val="00763A8E"/>
    <w:rsid w:val="0076777A"/>
    <w:rsid w:val="00771184"/>
    <w:rsid w:val="00776587"/>
    <w:rsid w:val="00791286"/>
    <w:rsid w:val="00794298"/>
    <w:rsid w:val="007A3519"/>
    <w:rsid w:val="007A518B"/>
    <w:rsid w:val="007A5C66"/>
    <w:rsid w:val="007B0642"/>
    <w:rsid w:val="007B5E94"/>
    <w:rsid w:val="007C1012"/>
    <w:rsid w:val="007D4E35"/>
    <w:rsid w:val="007D5C1B"/>
    <w:rsid w:val="007E7CAF"/>
    <w:rsid w:val="007F1946"/>
    <w:rsid w:val="007F38C2"/>
    <w:rsid w:val="007F5A56"/>
    <w:rsid w:val="00802805"/>
    <w:rsid w:val="00823370"/>
    <w:rsid w:val="00831943"/>
    <w:rsid w:val="00837E47"/>
    <w:rsid w:val="008419FF"/>
    <w:rsid w:val="008471A4"/>
    <w:rsid w:val="00850DC3"/>
    <w:rsid w:val="0085449A"/>
    <w:rsid w:val="00885DED"/>
    <w:rsid w:val="00890A6A"/>
    <w:rsid w:val="00896233"/>
    <w:rsid w:val="008A09D2"/>
    <w:rsid w:val="008A50EF"/>
    <w:rsid w:val="008B4EB7"/>
    <w:rsid w:val="008B64A6"/>
    <w:rsid w:val="008C63A8"/>
    <w:rsid w:val="008D5FF6"/>
    <w:rsid w:val="009053CA"/>
    <w:rsid w:val="00970430"/>
    <w:rsid w:val="009A1A72"/>
    <w:rsid w:val="009C64B1"/>
    <w:rsid w:val="009D2489"/>
    <w:rsid w:val="009D444D"/>
    <w:rsid w:val="009E0025"/>
    <w:rsid w:val="009E7BFF"/>
    <w:rsid w:val="009F1BF4"/>
    <w:rsid w:val="009F3CE7"/>
    <w:rsid w:val="00A02E05"/>
    <w:rsid w:val="00A222CD"/>
    <w:rsid w:val="00A3793D"/>
    <w:rsid w:val="00A422F1"/>
    <w:rsid w:val="00A43AA5"/>
    <w:rsid w:val="00A44977"/>
    <w:rsid w:val="00A53C7C"/>
    <w:rsid w:val="00A66D7C"/>
    <w:rsid w:val="00A71374"/>
    <w:rsid w:val="00A719BE"/>
    <w:rsid w:val="00A74AB4"/>
    <w:rsid w:val="00A75CA6"/>
    <w:rsid w:val="00AA35DB"/>
    <w:rsid w:val="00AC10AA"/>
    <w:rsid w:val="00AF6A9B"/>
    <w:rsid w:val="00B244CA"/>
    <w:rsid w:val="00B2506C"/>
    <w:rsid w:val="00B50C9C"/>
    <w:rsid w:val="00B67131"/>
    <w:rsid w:val="00B7034D"/>
    <w:rsid w:val="00B7188A"/>
    <w:rsid w:val="00B91343"/>
    <w:rsid w:val="00BB1984"/>
    <w:rsid w:val="00BB2B17"/>
    <w:rsid w:val="00BB5C47"/>
    <w:rsid w:val="00BD6CD7"/>
    <w:rsid w:val="00BD6F5F"/>
    <w:rsid w:val="00BE7B8E"/>
    <w:rsid w:val="00BF3D2E"/>
    <w:rsid w:val="00C06176"/>
    <w:rsid w:val="00C24783"/>
    <w:rsid w:val="00C24988"/>
    <w:rsid w:val="00C5722C"/>
    <w:rsid w:val="00C673AF"/>
    <w:rsid w:val="00C720EC"/>
    <w:rsid w:val="00C960E8"/>
    <w:rsid w:val="00CB4595"/>
    <w:rsid w:val="00CB7E8F"/>
    <w:rsid w:val="00CC075D"/>
    <w:rsid w:val="00CE1D83"/>
    <w:rsid w:val="00CE724F"/>
    <w:rsid w:val="00CF4B5C"/>
    <w:rsid w:val="00D23714"/>
    <w:rsid w:val="00D2673E"/>
    <w:rsid w:val="00D43717"/>
    <w:rsid w:val="00D51867"/>
    <w:rsid w:val="00D53316"/>
    <w:rsid w:val="00D552FE"/>
    <w:rsid w:val="00D5613F"/>
    <w:rsid w:val="00D61776"/>
    <w:rsid w:val="00D66BA3"/>
    <w:rsid w:val="00D66D89"/>
    <w:rsid w:val="00D67771"/>
    <w:rsid w:val="00D75EA6"/>
    <w:rsid w:val="00D81289"/>
    <w:rsid w:val="00D9113F"/>
    <w:rsid w:val="00DB0A30"/>
    <w:rsid w:val="00DB1BFE"/>
    <w:rsid w:val="00DB2C75"/>
    <w:rsid w:val="00DB5669"/>
    <w:rsid w:val="00DC7C1D"/>
    <w:rsid w:val="00DD41D0"/>
    <w:rsid w:val="00DD5F6F"/>
    <w:rsid w:val="00DE081F"/>
    <w:rsid w:val="00DF5868"/>
    <w:rsid w:val="00E6120E"/>
    <w:rsid w:val="00E62A79"/>
    <w:rsid w:val="00E630C0"/>
    <w:rsid w:val="00E630FB"/>
    <w:rsid w:val="00E654E3"/>
    <w:rsid w:val="00E77975"/>
    <w:rsid w:val="00E81FC9"/>
    <w:rsid w:val="00E90406"/>
    <w:rsid w:val="00EB4BD0"/>
    <w:rsid w:val="00ED09DF"/>
    <w:rsid w:val="00EE093F"/>
    <w:rsid w:val="00EE50B1"/>
    <w:rsid w:val="00EF1959"/>
    <w:rsid w:val="00EF396C"/>
    <w:rsid w:val="00F12BE3"/>
    <w:rsid w:val="00F44A3B"/>
    <w:rsid w:val="00F558F0"/>
    <w:rsid w:val="00F713B8"/>
    <w:rsid w:val="00F86BF1"/>
    <w:rsid w:val="00F95885"/>
    <w:rsid w:val="00FA3C82"/>
    <w:rsid w:val="00FB0671"/>
    <w:rsid w:val="00FD478E"/>
    <w:rsid w:val="00FE2E70"/>
    <w:rsid w:val="00FE567F"/>
    <w:rsid w:val="00FF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518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51897"/>
    <w:pPr>
      <w:keepNext/>
      <w:keepLines/>
      <w:spacing w:before="40" w:after="0"/>
      <w:jc w:val="center"/>
      <w:outlineLvl w:val="1"/>
    </w:pPr>
    <w:rPr>
      <w:rFonts w:ascii="David" w:eastAsiaTheme="majorEastAsia" w:hAnsi="David" w:cs="David"/>
      <w:b/>
      <w:bCs/>
      <w:color w:val="000000" w:themeColor="text1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23714"/>
    <w:rPr>
      <w:color w:val="0000FF"/>
      <w:u w:val="single"/>
    </w:rPr>
  </w:style>
  <w:style w:type="paragraph" w:styleId="NormalWeb">
    <w:name w:val="Normal (Web)"/>
    <w:basedOn w:val="a"/>
    <w:uiPriority w:val="99"/>
    <w:unhideWhenUsed/>
    <w:rsid w:val="00D23714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Strong"/>
    <w:uiPriority w:val="22"/>
    <w:qFormat/>
    <w:rsid w:val="00D23714"/>
    <w:rPr>
      <w:b/>
      <w:bCs/>
    </w:rPr>
  </w:style>
  <w:style w:type="paragraph" w:styleId="a4">
    <w:name w:val="header"/>
    <w:basedOn w:val="a"/>
    <w:link w:val="a5"/>
    <w:uiPriority w:val="99"/>
    <w:unhideWhenUsed/>
    <w:rsid w:val="00D23714"/>
    <w:pPr>
      <w:tabs>
        <w:tab w:val="center" w:pos="4153"/>
        <w:tab w:val="right" w:pos="8306"/>
      </w:tabs>
    </w:pPr>
  </w:style>
  <w:style w:type="character" w:customStyle="1" w:styleId="a5">
    <w:name w:val="כותרת עליונה תו"/>
    <w:link w:val="a4"/>
    <w:uiPriority w:val="99"/>
    <w:rsid w:val="00D23714"/>
    <w:rPr>
      <w:sz w:val="22"/>
      <w:szCs w:val="22"/>
    </w:rPr>
  </w:style>
  <w:style w:type="paragraph" w:styleId="a6">
    <w:name w:val="footer"/>
    <w:basedOn w:val="a"/>
    <w:link w:val="a7"/>
    <w:unhideWhenUsed/>
    <w:rsid w:val="00D23714"/>
    <w:pPr>
      <w:tabs>
        <w:tab w:val="center" w:pos="4153"/>
        <w:tab w:val="right" w:pos="8306"/>
      </w:tabs>
    </w:pPr>
  </w:style>
  <w:style w:type="character" w:customStyle="1" w:styleId="a7">
    <w:name w:val="כותרת תחתונה תו"/>
    <w:link w:val="a6"/>
    <w:rsid w:val="00D23714"/>
    <w:rPr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F95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טקסט בלונים תו"/>
    <w:link w:val="a8"/>
    <w:uiPriority w:val="99"/>
    <w:semiHidden/>
    <w:rsid w:val="00F95885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6D4BBD"/>
    <w:rPr>
      <w:color w:val="800080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F44A3B"/>
    <w:rPr>
      <w:sz w:val="20"/>
      <w:szCs w:val="20"/>
    </w:rPr>
  </w:style>
  <w:style w:type="character" w:customStyle="1" w:styleId="ab">
    <w:name w:val="טקסט הערת שוליים תו"/>
    <w:basedOn w:val="a0"/>
    <w:link w:val="aa"/>
    <w:uiPriority w:val="99"/>
    <w:semiHidden/>
    <w:rsid w:val="00F44A3B"/>
  </w:style>
  <w:style w:type="character" w:styleId="ac">
    <w:name w:val="footnote reference"/>
    <w:uiPriority w:val="99"/>
    <w:semiHidden/>
    <w:unhideWhenUsed/>
    <w:rsid w:val="00F44A3B"/>
    <w:rPr>
      <w:vertAlign w:val="superscript"/>
    </w:rPr>
  </w:style>
  <w:style w:type="paragraph" w:styleId="ad">
    <w:name w:val="List Paragraph"/>
    <w:basedOn w:val="a"/>
    <w:uiPriority w:val="34"/>
    <w:qFormat/>
    <w:rsid w:val="001F38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"/>
    <w:rsid w:val="004658F1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כותרת 1 תו"/>
    <w:basedOn w:val="a0"/>
    <w:link w:val="1"/>
    <w:uiPriority w:val="9"/>
    <w:rsid w:val="0025189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כותרת 2 תו"/>
    <w:basedOn w:val="a0"/>
    <w:link w:val="2"/>
    <w:uiPriority w:val="9"/>
    <w:rsid w:val="00251897"/>
    <w:rPr>
      <w:rFonts w:ascii="David" w:eastAsiaTheme="majorEastAsia" w:hAnsi="David" w:cs="David"/>
      <w:b/>
      <w:bCs/>
      <w:color w:val="000000" w:themeColor="text1"/>
      <w:sz w:val="26"/>
      <w:szCs w:val="2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518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51897"/>
    <w:pPr>
      <w:keepNext/>
      <w:keepLines/>
      <w:spacing w:before="40" w:after="0"/>
      <w:jc w:val="center"/>
      <w:outlineLvl w:val="1"/>
    </w:pPr>
    <w:rPr>
      <w:rFonts w:ascii="David" w:eastAsiaTheme="majorEastAsia" w:hAnsi="David" w:cs="David"/>
      <w:b/>
      <w:bCs/>
      <w:color w:val="000000" w:themeColor="text1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23714"/>
    <w:rPr>
      <w:color w:val="0000FF"/>
      <w:u w:val="single"/>
    </w:rPr>
  </w:style>
  <w:style w:type="paragraph" w:styleId="NormalWeb">
    <w:name w:val="Normal (Web)"/>
    <w:basedOn w:val="a"/>
    <w:uiPriority w:val="99"/>
    <w:unhideWhenUsed/>
    <w:rsid w:val="00D23714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Strong"/>
    <w:uiPriority w:val="22"/>
    <w:qFormat/>
    <w:rsid w:val="00D23714"/>
    <w:rPr>
      <w:b/>
      <w:bCs/>
    </w:rPr>
  </w:style>
  <w:style w:type="paragraph" w:styleId="a4">
    <w:name w:val="header"/>
    <w:basedOn w:val="a"/>
    <w:link w:val="a5"/>
    <w:uiPriority w:val="99"/>
    <w:unhideWhenUsed/>
    <w:rsid w:val="00D23714"/>
    <w:pPr>
      <w:tabs>
        <w:tab w:val="center" w:pos="4153"/>
        <w:tab w:val="right" w:pos="8306"/>
      </w:tabs>
    </w:pPr>
  </w:style>
  <w:style w:type="character" w:customStyle="1" w:styleId="a5">
    <w:name w:val="כותרת עליונה תו"/>
    <w:link w:val="a4"/>
    <w:uiPriority w:val="99"/>
    <w:rsid w:val="00D23714"/>
    <w:rPr>
      <w:sz w:val="22"/>
      <w:szCs w:val="22"/>
    </w:rPr>
  </w:style>
  <w:style w:type="paragraph" w:styleId="a6">
    <w:name w:val="footer"/>
    <w:basedOn w:val="a"/>
    <w:link w:val="a7"/>
    <w:unhideWhenUsed/>
    <w:rsid w:val="00D23714"/>
    <w:pPr>
      <w:tabs>
        <w:tab w:val="center" w:pos="4153"/>
        <w:tab w:val="right" w:pos="8306"/>
      </w:tabs>
    </w:pPr>
  </w:style>
  <w:style w:type="character" w:customStyle="1" w:styleId="a7">
    <w:name w:val="כותרת תחתונה תו"/>
    <w:link w:val="a6"/>
    <w:rsid w:val="00D23714"/>
    <w:rPr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F95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טקסט בלונים תו"/>
    <w:link w:val="a8"/>
    <w:uiPriority w:val="99"/>
    <w:semiHidden/>
    <w:rsid w:val="00F95885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6D4BBD"/>
    <w:rPr>
      <w:color w:val="800080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F44A3B"/>
    <w:rPr>
      <w:sz w:val="20"/>
      <w:szCs w:val="20"/>
    </w:rPr>
  </w:style>
  <w:style w:type="character" w:customStyle="1" w:styleId="ab">
    <w:name w:val="טקסט הערת שוליים תו"/>
    <w:basedOn w:val="a0"/>
    <w:link w:val="aa"/>
    <w:uiPriority w:val="99"/>
    <w:semiHidden/>
    <w:rsid w:val="00F44A3B"/>
  </w:style>
  <w:style w:type="character" w:styleId="ac">
    <w:name w:val="footnote reference"/>
    <w:uiPriority w:val="99"/>
    <w:semiHidden/>
    <w:unhideWhenUsed/>
    <w:rsid w:val="00F44A3B"/>
    <w:rPr>
      <w:vertAlign w:val="superscript"/>
    </w:rPr>
  </w:style>
  <w:style w:type="paragraph" w:styleId="ad">
    <w:name w:val="List Paragraph"/>
    <w:basedOn w:val="a"/>
    <w:uiPriority w:val="34"/>
    <w:qFormat/>
    <w:rsid w:val="001F38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">
    <w:name w:val="default"/>
    <w:rsid w:val="004658F1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כותרת 1 תו"/>
    <w:basedOn w:val="a0"/>
    <w:link w:val="1"/>
    <w:uiPriority w:val="9"/>
    <w:rsid w:val="0025189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כותרת 2 תו"/>
    <w:basedOn w:val="a0"/>
    <w:link w:val="2"/>
    <w:uiPriority w:val="9"/>
    <w:rsid w:val="00251897"/>
    <w:rPr>
      <w:rFonts w:ascii="David" w:eastAsiaTheme="majorEastAsia" w:hAnsi="David" w:cs="David"/>
      <w:b/>
      <w:bCs/>
      <w:color w:val="000000" w:themeColor="text1"/>
      <w:sz w:val="26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ovXMoJReasorceExtentionLib" ma:contentTypeID="0x010100C568DB52D9D0A14D9B2FDCC96666E9F2007948130EC3DB064584E219954237AF3905010103003B61C1C3A83E834EA4EC19A2A9736F65" ma:contentTypeVersion="108" ma:contentTypeDescription="סוג תוכן עבור קבצים, אגרות,רשומות " ma:contentTypeScope="" ma:versionID="47aa6781dfa5083a59a17fe2ffe4f6f2">
  <xsd:schema xmlns:xsd="http://www.w3.org/2001/XMLSchema" xmlns:xs="http://www.w3.org/2001/XMLSchema" xmlns:p="http://schemas.microsoft.com/office/2006/metadata/properties" xmlns:ns1="http://schemas.microsoft.com/sharepoint/v3" xmlns:ns2="605e85f2-268e-450d-9afb-d305d42b267e" xmlns:ns3="6cd59e6f-6179-4ccb-997f-00c04686011c" targetNamespace="http://schemas.microsoft.com/office/2006/metadata/properties" ma:root="true" ma:fieldsID="ea540e0b3df6aa85ffcc7f1153e962b1" ns1:_="" ns2:_="" ns3:_="">
    <xsd:import namespace="http://schemas.microsoft.com/sharepoint/v3"/>
    <xsd:import namespace="605e85f2-268e-450d-9afb-d305d42b267e"/>
    <xsd:import namespace="6cd59e6f-6179-4ccb-997f-00c04686011c"/>
    <xsd:element name="properties">
      <xsd:complexType>
        <xsd:sequence>
          <xsd:element name="documentManagement">
            <xsd:complexType>
              <xsd:all>
                <xsd:element ref="ns2:GovXShortDescription" minOccurs="0"/>
                <xsd:element ref="ns2:GovXEventDate" minOccurs="0"/>
                <xsd:element ref="ns2:GovXParagraph1" minOccurs="0"/>
                <xsd:element ref="ns2:GovXParagraph2" minOccurs="0"/>
                <xsd:element ref="ns2:GovXParagraph3" minOccurs="0"/>
                <xsd:element ref="ns2:GovXParagraph4" minOccurs="0"/>
                <xsd:element ref="ns2:GovXID" minOccurs="0"/>
                <xsd:element ref="ns2:MOJ_IsShowInHomePage" minOccurs="0"/>
                <xsd:element ref="ns2:Writer" minOccurs="0"/>
                <xsd:element ref="ns2:LinkRedirect" minOccurs="0"/>
                <xsd:element ref="ns2:MojDescriptionImgSize" minOccurs="0"/>
                <xsd:element ref="ns2:MojChoise" minOccurs="0"/>
                <xsd:element ref="ns1:PublishingPageLayout" minOccurs="0"/>
                <xsd:element ref="ns1:PublishingVariationGroupID" minOccurs="0"/>
                <xsd:element ref="ns1:PublishingVariationRelationshipLinkFieldID" minOccurs="0"/>
                <xsd:element ref="ns2:TaxCatchAll" minOccurs="0"/>
                <xsd:element ref="ns2:TaxCatchAllLabel" minOccurs="0"/>
                <xsd:element ref="ns2:MMDTypesTaxHTField0" minOccurs="0"/>
                <xsd:element ref="ns2:MMDUnitsNameTaxHTField0" minOccurs="0"/>
                <xsd:element ref="ns1:PublishingStartDate" minOccurs="0"/>
                <xsd:element ref="ns2:MMDResponsibleOfficeTaxHTField0" minOccurs="0"/>
                <xsd:element ref="ns1:Audience" minOccurs="0"/>
                <xsd:element ref="ns2:MMDAudienceTaxHTField0" minOccurs="0"/>
                <xsd:element ref="ns1:PublishingContactEmail" minOccurs="0"/>
                <xsd:element ref="ns1:PublishingRollupImage" minOccurs="0"/>
                <xsd:element ref="ns2:e92ea0370867458c9a8635897d3d1f43" minOccurs="0"/>
                <xsd:element ref="ns1:PublishingExpirationDate" minOccurs="0"/>
                <xsd:element ref="ns2:MMDResponsibleUnitTaxHTField0" minOccurs="0"/>
                <xsd:element ref="ns1:PublishingContact" minOccurs="0"/>
                <xsd:element ref="ns2:MMDSubjectsTaxHTField0" minOccurs="0"/>
                <xsd:element ref="ns2:MMDStatusTaxHTField0" minOccurs="0"/>
                <xsd:element ref="ns2:MMDKeywordsTaxHTField0" minOccurs="0"/>
                <xsd:element ref="ns1:PublishingContactName" minOccurs="0"/>
                <xsd:element ref="ns1:PublishingContactPicture" minOccurs="0"/>
                <xsd:element ref="ns2:MojChoice2" minOccurs="0"/>
                <xsd:element ref="ns2:MojChoice3" minOccurs="0"/>
                <xsd:element ref="ns2:MojChoice4" minOccurs="0"/>
                <xsd:element ref="ns2:MojChoice5" minOccurs="0"/>
                <xsd:element ref="ns2:CopyRights" minOccurs="0"/>
                <xsd:element ref="ns3:Cat" minOccurs="0"/>
                <xsd:element ref="ns3:na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PageLayout" ma:index="24" nillable="true" ma:displayName="פריסת דף" ma:internalName="PublishingPageLayout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VariationGroupID" ma:index="25" nillable="true" ma:displayName="מזהה קבוצת וריאציות" ma:hidden="true" ma:internalName="PublishingVariationGroupID">
      <xsd:simpleType>
        <xsd:restriction base="dms:Text">
          <xsd:maxLength value="255"/>
        </xsd:restriction>
      </xsd:simpleType>
    </xsd:element>
    <xsd:element name="PublishingVariationRelationshipLinkFieldID" ma:index="26" nillable="true" ma:displayName="קישור יחסי גומלין של וריאציות" ma:hidden="true" ma:internalName="PublishingVariationRelationshipLinkFieldI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StartDate" ma:index="34" nillable="true" ma:displayName="מתזמן תאריך התחלה" ma:hidden="true" ma:internalName="PublishingStartDate" ma:readOnly="false">
      <xsd:simpleType>
        <xsd:restriction base="dms:Unknown"/>
      </xsd:simpleType>
    </xsd:element>
    <xsd:element name="Audience" ma:index="36" nillable="true" ma:displayName="קהלי יעד" ma:description="" ma:hidden="true" ma:internalName="Audience" ma:readOnly="false">
      <xsd:simpleType>
        <xsd:restriction base="dms:Unknown"/>
      </xsd:simpleType>
    </xsd:element>
    <xsd:element name="PublishingContactEmail" ma:index="38" nillable="true" ma:displayName="כתובת הדואר האלקטרוני של איש הקשר" ma:hidden="true" ma:internalName="PublishingContactEmail" ma:readOnly="false">
      <xsd:simpleType>
        <xsd:restriction base="dms:Text">
          <xsd:maxLength value="255"/>
        </xsd:restriction>
      </xsd:simpleType>
    </xsd:element>
    <xsd:element name="PublishingRollupImage" ma:index="39" nillable="true" ma:displayName="אייקון 2" ma:description="" ma:internalName="PublishingRollupImage">
      <xsd:simpleType>
        <xsd:restriction base="dms:Unknown"/>
      </xsd:simpleType>
    </xsd:element>
    <xsd:element name="PublishingExpirationDate" ma:index="41" nillable="true" ma:displayName="מתזמן תאריך סיום" ma:hidden="true" ma:internalName="PublishingExpirationDate" ma:readOnly="false">
      <xsd:simpleType>
        <xsd:restriction base="dms:Unknown"/>
      </xsd:simpleType>
    </xsd:element>
    <xsd:element name="PublishingContact" ma:index="43" nillable="true" ma:displayName="איש קשר" ma:hidden="true" ma:list="UserInfo" ma:internalName="PublishingContact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ContactName" ma:index="49" nillable="true" ma:displayName="שם איש קשר" ma:hidden="true" ma:internalName="PublishingContactName" ma:readOnly="false">
      <xsd:simpleType>
        <xsd:restriction base="dms:Text">
          <xsd:maxLength value="255"/>
        </xsd:restriction>
      </xsd:simpleType>
    </xsd:element>
    <xsd:element name="PublishingContactPicture" ma:index="50" nillable="true" ma:displayName="תמונת איש הקשר" ma:format="Image" ma:hidden="true" ma:internalName="PublishingContactPictur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e85f2-268e-450d-9afb-d305d42b267e" elementFormDefault="qualified">
    <xsd:import namespace="http://schemas.microsoft.com/office/2006/documentManagement/types"/>
    <xsd:import namespace="http://schemas.microsoft.com/office/infopath/2007/PartnerControls"/>
    <xsd:element name="GovXShortDescription" ma:index="2" nillable="true" ma:displayName="תאור מורחב" ma:internalName="GovXShortDescription" ma:readOnly="false">
      <xsd:simpleType>
        <xsd:restriction base="dms:Unknown"/>
      </xsd:simpleType>
    </xsd:element>
    <xsd:element name="GovXEventDate" ma:index="3" nillable="true" ma:displayName="תאריך" ma:format="DateOnly" ma:internalName="GovXEventDate" ma:readOnly="false">
      <xsd:simpleType>
        <xsd:restriction base="dms:DateTime"/>
      </xsd:simpleType>
    </xsd:element>
    <xsd:element name="GovXParagraph1" ma:index="11" nillable="true" ma:displayName="GovXParagraph1" ma:internalName="GovXParagraph1">
      <xsd:simpleType>
        <xsd:restriction base="dms:Unknown"/>
      </xsd:simpleType>
    </xsd:element>
    <xsd:element name="GovXParagraph2" ma:index="12" nillable="true" ma:displayName="GovXParagraph2" ma:internalName="GovXParagraph2">
      <xsd:simpleType>
        <xsd:restriction base="dms:Unknown"/>
      </xsd:simpleType>
    </xsd:element>
    <xsd:element name="GovXParagraph3" ma:index="13" nillable="true" ma:displayName="GovXParagraph3" ma:internalName="GovXParagraph3">
      <xsd:simpleType>
        <xsd:restriction base="dms:Unknown"/>
      </xsd:simpleType>
    </xsd:element>
    <xsd:element name="GovXParagraph4" ma:index="14" nillable="true" ma:displayName="GovXParagraph4" ma:internalName="GovXParagraph4">
      <xsd:simpleType>
        <xsd:restriction base="dms:Unknown"/>
      </xsd:simpleType>
    </xsd:element>
    <xsd:element name="GovXID" ma:index="15" nillable="true" ma:displayName="שדה מיון  - GovXID" ma:internalName="GovXID">
      <xsd:simpleType>
        <xsd:restriction base="dms:Unknown"/>
      </xsd:simpleType>
    </xsd:element>
    <xsd:element name="MOJ_IsShowInHomePage" ma:index="16" nillable="true" ma:displayName="MOJ_IsShowInHomePage" ma:default="0" ma:internalName="MOJ_IsShowInHomePage">
      <xsd:simpleType>
        <xsd:restriction base="dms:Boolean"/>
      </xsd:simpleType>
    </xsd:element>
    <xsd:element name="Writer" ma:index="19" nillable="true" ma:displayName="מאת" ma:list="{7fc82bac-303b-4590-8450-c2c851e14814}" ma:internalName="Writer" ma:readOnly="false" ma:showField="Title" ma:web="605e85f2-268e-450d-9afb-d305d42b267e">
      <xsd:simpleType>
        <xsd:restriction base="dms:Lookup"/>
      </xsd:simpleType>
    </xsd:element>
    <xsd:element name="LinkRedirect" ma:index="20" nillable="true" ma:displayName="הפניה לדף אחר" ma:description="הפניה לדף אחר (redirect link)" ma:internalName="LinkRedirect" ma:readOnly="false">
      <xsd:simpleType>
        <xsd:restriction base="dms:Text">
          <xsd:maxLength value="255"/>
        </xsd:restriction>
      </xsd:simpleType>
    </xsd:element>
    <xsd:element name="MojDescriptionImgSize" ma:index="21" nillable="true" ma:displayName="MojDescriptionImgSize" ma:default="Small" ma:format="Dropdown" ma:internalName="MojDescriptionImgSize" ma:readOnly="false">
      <xsd:simpleType>
        <xsd:restriction base="dms:Choice">
          <xsd:enumeration value="Auto"/>
          <xsd:enumeration value="Small"/>
          <xsd:enumeration value="Medium"/>
          <xsd:enumeration value="Large"/>
        </xsd:restriction>
      </xsd:simpleType>
    </xsd:element>
    <xsd:element name="MojChoise" ma:index="22" nillable="true" ma:displayName="אפשרות בחירה 1" ma:format="Dropdown" ma:internalName="MojChoise" ma:readOnly="false">
      <xsd:simpleType>
        <xsd:restriction base="dms:Choice">
          <xsd:enumeration value="בחר"/>
        </xsd:restriction>
      </xsd:simpleType>
    </xsd:element>
    <xsd:element name="TaxCatchAll" ma:index="30" nillable="true" ma:displayName="עמודת 'תפוס הכל' של טקסונומיה" ma:description="" ma:hidden="true" ma:list="{4ea5708e-0740-470e-a7ce-b06ee08034f5}" ma:internalName="TaxCatchAll" ma:showField="CatchAllData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1" nillable="true" ma:displayName="עמודת 'תפוס הכל' של טקסונומיה1" ma:description="" ma:hidden="true" ma:list="{4ea5708e-0740-470e-a7ce-b06ee08034f5}" ma:internalName="TaxCatchAllLabel" ma:readOnly="true" ma:showField="CatchAllDataLabel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MDTypesTaxHTField0" ma:index="32" nillable="true" ma:taxonomy="true" ma:internalName="MMDTypesTaxHTField0" ma:taxonomyFieldName="MMDTypes" ma:displayName="סוג הליך(0)" ma:default="" ma:fieldId="{fa0486b9-0a56-4dae-8d9d-1d0e3ed62ab8}" ma:sspId="2d5cfe0b-92d6-45e7-9728-978dd18bac77" ma:termSetId="a239ac66-6e19-4894-9a6d-0b635cdc56b4" ma:anchorId="b12a6616-e4e6-413a-922f-93d4b6f69910" ma:open="false" ma:isKeyword="false">
      <xsd:complexType>
        <xsd:sequence>
          <xsd:element ref="pc:Terms" minOccurs="0" maxOccurs="1"/>
        </xsd:sequence>
      </xsd:complexType>
    </xsd:element>
    <xsd:element name="MMDUnitsNameTaxHTField0" ma:index="33" nillable="true" ma:taxonomy="true" ma:internalName="MMDUnitsNameTaxHTField0" ma:taxonomyFieldName="MMDUnitsName" ma:displayName="לשכה ישן" ma:default="" ma:fieldId="{650b01ae-ebd3-442b-8817-15405c5daf08}" ma:sspId="2d5cfe0b-92d6-45e7-9728-978dd18bac77" ma:termSetId="a239ac66-6e19-4894-9a6d-0b635cdc56b4" ma:anchorId="c98e1e46-ee1c-49b6-a331-69422ca6725c" ma:open="false" ma:isKeyword="false">
      <xsd:complexType>
        <xsd:sequence>
          <xsd:element ref="pc:Terms" minOccurs="0" maxOccurs="1"/>
        </xsd:sequence>
      </xsd:complexType>
    </xsd:element>
    <xsd:element name="MMDResponsibleOfficeTaxHTField0" ma:index="35" nillable="true" ma:taxonomy="true" ma:internalName="MMDResponsibleOfficeTaxHTField0" ma:taxonomyFieldName="MMDResponsibleOffice" ma:displayName="תיוג - משרד אחראי" ma:default="" ma:fieldId="{1ca46a76-b3ab-4896-b308-31bd96edcc63}" ma:sspId="2d5cfe0b-92d6-45e7-9728-978dd18bac77" ma:termSetId="a239ac66-6e19-4894-9a6d-0b635cdc56b4" ma:anchorId="d146ecec-4794-4538-8e0a-0d23c3ff2410" ma:open="false" ma:isKeyword="false">
      <xsd:complexType>
        <xsd:sequence>
          <xsd:element ref="pc:Terms" minOccurs="0" maxOccurs="1"/>
        </xsd:sequence>
      </xsd:complexType>
    </xsd:element>
    <xsd:element name="MMDAudienceTaxHTField0" ma:index="37" nillable="true" ma:taxonomy="true" ma:internalName="MMDAudienceTaxHTField0" ma:taxonomyFieldName="MMDAudience" ma:displayName="תיוג - קהל  יעד" ma:default="" ma:fieldId="{3c15929f-8c37-40c6-8d45-39d2a27c8ebd}" ma:sspId="2d5cfe0b-92d6-45e7-9728-978dd18bac77" ma:termSetId="a239ac66-6e19-4894-9a6d-0b635cdc56b4" ma:anchorId="293e6317-d625-4045-86b8-b7c79c02edb4" ma:open="false" ma:isKeyword="false">
      <xsd:complexType>
        <xsd:sequence>
          <xsd:element ref="pc:Terms" minOccurs="0" maxOccurs="1"/>
        </xsd:sequence>
      </xsd:complexType>
    </xsd:element>
    <xsd:element name="e92ea0370867458c9a8635897d3d1f43" ma:index="40" nillable="true" ma:taxonomy="true" ma:internalName="e92ea0370867458c9a8635897d3d1f43" ma:taxonomyFieldName="MMDcounty" ma:displayName="תיוג - מחוז" ma:default="" ma:fieldId="{e92ea037-0867-458c-9a86-35897d3d1f43}" ma:taxonomyMulti="true" ma:sspId="2d5cfe0b-92d6-45e7-9728-978dd18bac77" ma:termSetId="a239ac66-6e19-4894-9a6d-0b635cdc56b4" ma:anchorId="ac160d3c-2a02-4883-980c-4cd5ad63e125" ma:open="false" ma:isKeyword="false">
      <xsd:complexType>
        <xsd:sequence>
          <xsd:element ref="pc:Terms" minOccurs="0" maxOccurs="1"/>
        </xsd:sequence>
      </xsd:complexType>
    </xsd:element>
    <xsd:element name="MMDResponsibleUnitTaxHTField0" ma:index="42" nillable="true" ma:taxonomy="true" ma:internalName="MMDResponsibleUnitTaxHTField0" ma:taxonomyFieldName="MMDResponsibleUnit" ma:displayName="יחידה" ma:default="" ma:fieldId="{6dd10526-5292-4af1-bf73-61195d9ec1d8}" ma:sspId="2d5cfe0b-92d6-45e7-9728-978dd18bac77" ma:termSetId="a239ac66-6e19-4894-9a6d-0b635cdc56b4" ma:anchorId="4f0e8020-2b00-4e4c-b760-c86c2e123c1c" ma:open="false" ma:isKeyword="false">
      <xsd:complexType>
        <xsd:sequence>
          <xsd:element ref="pc:Terms" minOccurs="0" maxOccurs="1"/>
        </xsd:sequence>
      </xsd:complexType>
    </xsd:element>
    <xsd:element name="MMDSubjectsTaxHTField0" ma:index="44" nillable="true" ma:taxonomy="true" ma:internalName="MMDSubjectsTaxHTField0" ma:taxonomyFieldName="MMDSubjects" ma:displayName="נושא" ma:default="" ma:fieldId="{d4be236a-0356-4000-8c21-7c99900f1b40}" ma:taxonomyMulti="true" ma:sspId="2d5cfe0b-92d6-45e7-9728-978dd18bac77" ma:termSetId="a239ac66-6e19-4894-9a6d-0b635cdc56b4" ma:anchorId="f236a7eb-5cf3-4587-acd0-fe3f08d0404c" ma:open="false" ma:isKeyword="false">
      <xsd:complexType>
        <xsd:sequence>
          <xsd:element ref="pc:Terms" minOccurs="0" maxOccurs="1"/>
        </xsd:sequence>
      </xsd:complexType>
    </xsd:element>
    <xsd:element name="MMDStatusTaxHTField0" ma:index="46" nillable="true" ma:taxonomy="true" ma:internalName="MMDStatusTaxHTField0" ma:taxonomyFieldName="MMDStatus" ma:displayName="תיוג - סטאטוס" ma:default="" ma:fieldId="{18f16583-3f29-44d3-923d-d2ca98a89bca}" ma:sspId="2d5cfe0b-92d6-45e7-9728-978dd18bac77" ma:termSetId="a239ac66-6e19-4894-9a6d-0b635cdc56b4" ma:anchorId="46f970b7-fdee-4bcd-9a24-1f6ae6eb7d30" ma:open="false" ma:isKeyword="false">
      <xsd:complexType>
        <xsd:sequence>
          <xsd:element ref="pc:Terms" minOccurs="0" maxOccurs="1"/>
        </xsd:sequence>
      </xsd:complexType>
    </xsd:element>
    <xsd:element name="MMDKeywordsTaxHTField0" ma:index="48" nillable="true" ma:taxonomy="true" ma:internalName="MMDKeywordsTaxHTField0" ma:taxonomyFieldName="MMDKeywords" ma:displayName="תיוג - מילות מפתח" ma:default="" ma:fieldId="{14078ffa-c3ef-405c-99c7-77c66477e901}" ma:taxonomyMulti="true" ma:sspId="2d5cfe0b-92d6-45e7-9728-978dd18bac77" ma:termSetId="a239ac66-6e19-4894-9a6d-0b635cdc56b4" ma:anchorId="b97634dc-aac3-4b49-82c1-8f6ffe388c62" ma:open="false" ma:isKeyword="false">
      <xsd:complexType>
        <xsd:sequence>
          <xsd:element ref="pc:Terms" minOccurs="0" maxOccurs="1"/>
        </xsd:sequence>
      </xsd:complexType>
    </xsd:element>
    <xsd:element name="MojChoice2" ma:index="51" nillable="true" ma:displayName="אפשרות בחירה 2" ma:default="הזן אפשרות מס' 1" ma:format="Dropdown" ma:internalName="MojChoice2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3" ma:index="52" nillable="true" ma:displayName="אפשרות בחירה 3" ma:default="הזן אפשרות מס' 1" ma:format="Dropdown" ma:internalName="MojChoice3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4" ma:index="53" nillable="true" ma:displayName="אפשרות בחירה 4" ma:default="הזן אפשרות מס' 1" ma:format="Dropdown" ma:internalName="MojChoice4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5" ma:index="54" nillable="true" ma:displayName="אפשרות בחירה 5" ma:default="הזן אפשרות מס' 1" ma:format="Dropdown" ma:internalName="MojChoice5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CopyRights" ma:index="55" nillable="true" ma:displayName="זכויות יוצרים של משרד המשפטים" ma:default="0" ma:internalName="CopyRight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d59e6f-6179-4ccb-997f-00c04686011c" elementFormDefault="qualified">
    <xsd:import namespace="http://schemas.microsoft.com/office/2006/documentManagement/types"/>
    <xsd:import namespace="http://schemas.microsoft.com/office/infopath/2007/PartnerControls"/>
    <xsd:element name="Cat" ma:index="56" nillable="true" ma:displayName="סוג הליך" ma:default="הליך שיפוטי" ma:format="Dropdown" ma:internalName="Cat">
      <xsd:simpleType>
        <xsd:restriction base="dms:Choice">
          <xsd:enumeration value="-"/>
          <xsd:enumeration value="הליך שיפוטי"/>
          <xsd:enumeration value="הליך מנהלי"/>
          <xsd:enumeration value="ללא סוג הליך"/>
        </xsd:restriction>
      </xsd:simpleType>
    </xsd:element>
    <xsd:element name="namber" ma:index="57" nillable="true" ma:displayName="namber" ma:internalName="na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סוג תוכן"/>
        <xsd:element ref="dc:title" minOccurs="0" maxOccurs="1" ma:index="1" ma:displayName="שם טופס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ovXEventDate xmlns="605e85f2-268e-450d-9afb-d305d42b267e">2019-02-10T22:00:00+00:00</GovXEventDate>
    <GovXParagraph3 xmlns="605e85f2-268e-450d-9afb-d305d42b267e" xsi:nil="true"/>
    <GovXID xmlns="605e85f2-268e-450d-9afb-d305d42b267e" xsi:nil="true"/>
    <MMDSubjects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לשכות המפקחים על רישום המקרקעין</TermName>
          <TermId xmlns="http://schemas.microsoft.com/office/infopath/2007/PartnerControls">76ad1aaa-b431-4b5c-ab58-1611f68002c0</TermId>
        </TermInfo>
      </Terms>
    </MMDSubjectsTaxHTField0>
    <MMDKeywordsTaxHTField0 xmlns="605e85f2-268e-450d-9afb-d305d42b267e">
      <Terms xmlns="http://schemas.microsoft.com/office/infopath/2007/PartnerControls"/>
    </MMDKeywordsTaxHTField0>
    <PublishingRollupImage xmlns="http://schemas.microsoft.com/sharepoint/v3" xsi:nil="true"/>
    <MMDResponsibleUnitTaxHTField0 xmlns="605e85f2-268e-450d-9afb-d305d42b267e">
      <Terms xmlns="http://schemas.microsoft.com/office/infopath/2007/PartnerControls"/>
    </MMDResponsibleUnitTaxHTField0>
    <namber xmlns="6cd59e6f-6179-4ccb-997f-00c04686011c" xsi:nil="true"/>
    <MOJ_IsShowInHomePage xmlns="605e85f2-268e-450d-9afb-d305d42b267e">false</MOJ_IsShowInHomePage>
    <MMDAudienceTaxHTField0 xmlns="605e85f2-268e-450d-9afb-d305d42b267e">
      <Terms xmlns="http://schemas.microsoft.com/office/infopath/2007/PartnerControls"/>
    </MMDAudienceTaxHTField0>
    <PublishingContactEmail xmlns="http://schemas.microsoft.com/sharepoint/v3" xsi:nil="true"/>
    <MMDStatusTaxHTField0 xmlns="605e85f2-268e-450d-9afb-d305d42b267e">
      <Terms xmlns="http://schemas.microsoft.com/office/infopath/2007/PartnerControls"/>
    </MMDStatusTaxHTField0>
    <MojChoise xmlns="605e85f2-268e-450d-9afb-d305d42b267e" xsi:nil="true"/>
    <PublishingVariationRelationshipLinkFieldID xmlns="http://schemas.microsoft.com/sharepoint/v3">
      <Url xsi:nil="true"/>
      <Description xsi:nil="true"/>
    </PublishingVariationRelationshipLinkFieldID>
    <MojChoice3 xmlns="605e85f2-268e-450d-9afb-d305d42b267e">הזן אפשרות מס' 1</MojChoice3>
    <GovXParagraph1 xmlns="605e85f2-268e-450d-9afb-d305d42b267e" xsi:nil="true"/>
    <GovXParagraph4 xmlns="605e85f2-268e-450d-9afb-d305d42b267e" xsi:nil="true"/>
    <LinkRedirect xmlns="605e85f2-268e-450d-9afb-d305d42b267e" xsi:nil="true"/>
    <PublishingVariationGroupID xmlns="http://schemas.microsoft.com/sharepoint/v3" xsi:nil="true"/>
    <MojChoice2 xmlns="605e85f2-268e-450d-9afb-d305d42b267e">הזן אפשרות מס' 1</MojChoice2>
    <MojChoice5 xmlns="605e85f2-268e-450d-9afb-d305d42b267e">הזן אפשרות מס' 1</MojChoice5>
    <Cat xmlns="6cd59e6f-6179-4ccb-997f-00c04686011c">הליך שיפוטי</Cat>
    <Audience xmlns="http://schemas.microsoft.com/sharepoint/v3" xsi:nil="true"/>
    <MMDUnitsNameTaxHTField0 xmlns="605e85f2-268e-450d-9afb-d305d42b267e">
      <Terms xmlns="http://schemas.microsoft.com/office/infopath/2007/PartnerControls"/>
    </MMDUnitsNameTaxHTField0>
    <MMDResponsibleOfficeTaxHTField0 xmlns="605e85f2-268e-450d-9afb-d305d42b267e">
      <Terms xmlns="http://schemas.microsoft.com/office/infopath/2007/PartnerControls"/>
    </MMDResponsibleOfficeTaxHTField0>
    <PublishingExpirationDate xmlns="http://schemas.microsoft.com/sharepoint/v3" xsi:nil="true"/>
    <PublishingContactPicture xmlns="http://schemas.microsoft.com/sharepoint/v3">
      <Url xsi:nil="true"/>
      <Description xsi:nil="true"/>
    </PublishingContactPicture>
    <MojChoice4 xmlns="605e85f2-268e-450d-9afb-d305d42b267e">הזן אפשרות מס' 1</MojChoice4>
    <PublishingStartDate xmlns="http://schemas.microsoft.com/sharepoint/v3" xsi:nil="true"/>
    <GovXShortDescription xmlns="605e85f2-268e-450d-9afb-d305d42b267e" xsi:nil="true"/>
    <GovXParagraph2 xmlns="605e85f2-268e-450d-9afb-d305d42b267e" xsi:nil="true"/>
    <MojDescriptionImgSize xmlns="605e85f2-268e-450d-9afb-d305d42b267e">Small</MojDescriptionImgSize>
    <MMDTypesTaxHTField0 xmlns="605e85f2-268e-450d-9afb-d305d42b267e">
      <Terms xmlns="http://schemas.microsoft.com/office/infopath/2007/PartnerControls"/>
    </MMDTypesTaxHTField0>
    <e92ea0370867458c9a8635897d3d1f43 xmlns="605e85f2-268e-450d-9afb-d305d42b267e">
      <Terms xmlns="http://schemas.microsoft.com/office/infopath/2007/PartnerControls"/>
    </e92ea0370867458c9a8635897d3d1f43>
    <PublishingContact xmlns="http://schemas.microsoft.com/sharepoint/v3">
      <UserInfo>
        <DisplayName/>
        <AccountId xsi:nil="true"/>
        <AccountType/>
      </UserInfo>
    </PublishingContact>
    <PublishingContactName xmlns="http://schemas.microsoft.com/sharepoint/v3" xsi:nil="true"/>
    <Writer xmlns="605e85f2-268e-450d-9afb-d305d42b267e" xsi:nil="true"/>
    <TaxCatchAll xmlns="605e85f2-268e-450d-9afb-d305d42b267e">
      <Value>1254</Value>
    </TaxCatchAll>
    <CopyRights xmlns="605e85f2-268e-450d-9afb-d305d42b267e">false</CopyRights>
  </documentManagement>
</p:properties>
</file>

<file path=customXml/itemProps1.xml><?xml version="1.0" encoding="utf-8"?>
<ds:datastoreItem xmlns:ds="http://schemas.openxmlformats.org/officeDocument/2006/customXml" ds:itemID="{2476A15A-AB64-40B1-8125-FA15878FCBA8}"/>
</file>

<file path=customXml/itemProps2.xml><?xml version="1.0" encoding="utf-8"?>
<ds:datastoreItem xmlns:ds="http://schemas.openxmlformats.org/officeDocument/2006/customXml" ds:itemID="{B238F2CF-7AF4-4AA0-9567-6B57D4F25873}"/>
</file>

<file path=customXml/itemProps3.xml><?xml version="1.0" encoding="utf-8"?>
<ds:datastoreItem xmlns:ds="http://schemas.openxmlformats.org/officeDocument/2006/customXml" ds:itemID="{669D9158-11FB-4074-9146-28293EF9E1D5}"/>
</file>

<file path=customXml/itemProps4.xml><?xml version="1.0" encoding="utf-8"?>
<ds:datastoreItem xmlns:ds="http://schemas.openxmlformats.org/officeDocument/2006/customXml" ds:itemID="{922E8264-E41F-4D3E-A6F7-6DA89AF91DB1}"/>
</file>

<file path=docProps/app.xml><?xml version="1.0" encoding="utf-8"?>
<Properties xmlns="http://schemas.openxmlformats.org/officeDocument/2006/extended-properties" xmlns:vt="http://schemas.openxmlformats.org/officeDocument/2006/docPropsVTypes">
  <Template>BEC1AAC4.dotm</Template>
  <TotalTime>0</TotalTime>
  <Pages>1</Pages>
  <Words>164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דוגמא לתצהיר לייחוד הערות אזהרה</dc:title>
  <dc:creator>anatsm</dc:creator>
  <cp:lastModifiedBy>Yael Chanun</cp:lastModifiedBy>
  <cp:revision>2</cp:revision>
  <cp:lastPrinted>2018-11-26T13:01:00Z</cp:lastPrinted>
  <dcterms:created xsi:type="dcterms:W3CDTF">2019-02-11T06:55:00Z</dcterms:created>
  <dcterms:modified xsi:type="dcterms:W3CDTF">2019-02-11T06:55:00Z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0x010100C568DB52D9D0A14D9B2FDCC96666E9F2007948130EC3DB064584E219954237AF3905010103003B61C1C3A83E834EA4EC19A2A9736F65</vt:lpwstr>
  </property>
  <property fmtid="{D5CDD505-2E9C-101B-9397-08002B2CF9AE}" pid="3" name="MMDUnitsName">
    <vt:lpwstr/>
  </property>
  <property fmtid="{D5CDD505-2E9C-101B-9397-08002B2CF9AE}" pid="4" name="MMDResponsibleUnit">
    <vt:lpwstr/>
  </property>
  <property fmtid="{D5CDD505-2E9C-101B-9397-08002B2CF9AE}" pid="5" name="MMDKeywords">
    <vt:lpwstr/>
  </property>
  <property fmtid="{D5CDD505-2E9C-101B-9397-08002B2CF9AE}" pid="6" name="MMDAudience">
    <vt:lpwstr/>
  </property>
  <property fmtid="{D5CDD505-2E9C-101B-9397-08002B2CF9AE}" pid="7" name="MMDTypes">
    <vt:lpwstr/>
  </property>
  <property fmtid="{D5CDD505-2E9C-101B-9397-08002B2CF9AE}" pid="8" name="MMDSubjects">
    <vt:lpwstr>1254;#לשכות המפקחים על רישום המקרקעין|76ad1aaa-b431-4b5c-ab58-1611f68002c0</vt:lpwstr>
  </property>
  <property fmtid="{D5CDD505-2E9C-101B-9397-08002B2CF9AE}" pid="9" name="MMDResponsibleOffice">
    <vt:lpwstr/>
  </property>
  <property fmtid="{D5CDD505-2E9C-101B-9397-08002B2CF9AE}" pid="10" name="MMDStatus">
    <vt:lpwstr/>
  </property>
  <property fmtid="{D5CDD505-2E9C-101B-9397-08002B2CF9AE}" pid="11" name="MMDcounty">
    <vt:lpwstr/>
  </property>
</Properties>
</file>